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D306D" w14:textId="77777777" w:rsidR="00731AD9" w:rsidRPr="00411C2B" w:rsidRDefault="00731AD9" w:rsidP="00D23136">
      <w:pPr>
        <w:pStyle w:val="Geenafstand"/>
        <w:jc w:val="both"/>
        <w:rPr>
          <w:rFonts w:asciiTheme="minorHAnsi" w:hAnsiTheme="minorHAnsi" w:cstheme="minorHAnsi"/>
          <w:b/>
          <w:bCs/>
          <w:sz w:val="22"/>
          <w:szCs w:val="22"/>
        </w:rPr>
      </w:pPr>
      <w:r w:rsidRPr="00411C2B">
        <w:rPr>
          <w:rFonts w:asciiTheme="minorHAnsi" w:hAnsiTheme="minorHAnsi" w:cstheme="minorHAnsi"/>
          <w:b/>
          <w:bCs/>
          <w:sz w:val="22"/>
          <w:szCs w:val="22"/>
        </w:rPr>
        <w:t>Voorbeeld Koopovereenkomst</w:t>
      </w:r>
    </w:p>
    <w:p w14:paraId="114290A2" w14:textId="77777777" w:rsidR="00731AD9" w:rsidRDefault="00731AD9" w:rsidP="00D23136">
      <w:pPr>
        <w:pStyle w:val="Geenafstand"/>
        <w:jc w:val="both"/>
        <w:rPr>
          <w:rFonts w:asciiTheme="minorHAnsi" w:hAnsiTheme="minorHAnsi" w:cstheme="minorHAnsi"/>
          <w:sz w:val="22"/>
          <w:szCs w:val="22"/>
        </w:rPr>
      </w:pPr>
    </w:p>
    <w:p w14:paraId="3E36442E" w14:textId="5F76BF38"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De ondergetekenden:</w:t>
      </w:r>
    </w:p>
    <w:p w14:paraId="2684366E" w14:textId="74D2A40E" w:rsidR="003E695E"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Verkoper: Naam, straat en huisnummer, postcode en plaats, hierna te noemen Verkoper,</w:t>
      </w:r>
    </w:p>
    <w:p w14:paraId="72B375ED" w14:textId="05A920FB" w:rsidR="003E695E" w:rsidRPr="00731AD9" w:rsidRDefault="003E695E"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E</w:t>
      </w:r>
      <w:r w:rsidR="00731AD9" w:rsidRPr="00731AD9">
        <w:rPr>
          <w:rFonts w:asciiTheme="minorHAnsi" w:hAnsiTheme="minorHAnsi" w:cstheme="minorHAnsi"/>
          <w:sz w:val="22"/>
          <w:szCs w:val="22"/>
        </w:rPr>
        <w:t>n</w:t>
      </w:r>
    </w:p>
    <w:p w14:paraId="6C80B546"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 xml:space="preserve">Koper: Naam, straat en huisnummer, postcode en plaats, hierna te noemen Koper,  </w:t>
      </w:r>
    </w:p>
    <w:p w14:paraId="30552553" w14:textId="77777777" w:rsidR="00731AD9" w:rsidRPr="00731AD9" w:rsidRDefault="00731AD9" w:rsidP="00D23136">
      <w:pPr>
        <w:pStyle w:val="Geenafstand"/>
        <w:jc w:val="both"/>
        <w:rPr>
          <w:rFonts w:asciiTheme="minorHAnsi" w:hAnsiTheme="minorHAnsi" w:cstheme="minorHAnsi"/>
          <w:sz w:val="22"/>
          <w:szCs w:val="22"/>
        </w:rPr>
      </w:pPr>
    </w:p>
    <w:p w14:paraId="1CFC241D" w14:textId="77777777" w:rsidR="00731AD9" w:rsidRPr="00411C2B" w:rsidRDefault="00731AD9" w:rsidP="00D23136">
      <w:pPr>
        <w:pStyle w:val="Geenafstand"/>
        <w:jc w:val="both"/>
        <w:rPr>
          <w:rFonts w:asciiTheme="minorHAnsi" w:hAnsiTheme="minorHAnsi" w:cstheme="minorHAnsi"/>
          <w:b/>
          <w:bCs/>
          <w:sz w:val="22"/>
          <w:szCs w:val="22"/>
        </w:rPr>
      </w:pPr>
      <w:r w:rsidRPr="00411C2B">
        <w:rPr>
          <w:rFonts w:asciiTheme="minorHAnsi" w:hAnsiTheme="minorHAnsi" w:cstheme="minorHAnsi"/>
          <w:b/>
          <w:bCs/>
          <w:sz w:val="22"/>
          <w:szCs w:val="22"/>
        </w:rPr>
        <w:t>Zijn als volgt overeengekomen:</w:t>
      </w:r>
    </w:p>
    <w:p w14:paraId="3EF72937" w14:textId="77777777" w:rsidR="00731AD9" w:rsidRPr="00731AD9" w:rsidRDefault="00731AD9" w:rsidP="00D23136">
      <w:pPr>
        <w:pStyle w:val="Geenafstand"/>
        <w:jc w:val="both"/>
        <w:rPr>
          <w:rFonts w:asciiTheme="minorHAnsi" w:hAnsiTheme="minorHAnsi" w:cstheme="minorHAnsi"/>
          <w:sz w:val="22"/>
          <w:szCs w:val="22"/>
        </w:rPr>
      </w:pPr>
    </w:p>
    <w:p w14:paraId="1431EEDA" w14:textId="77777777" w:rsidR="00731AD9" w:rsidRPr="00411C2B" w:rsidRDefault="00731AD9" w:rsidP="00D23136">
      <w:pPr>
        <w:pStyle w:val="Geenafstand"/>
        <w:jc w:val="both"/>
        <w:rPr>
          <w:rFonts w:asciiTheme="minorHAnsi" w:hAnsiTheme="minorHAnsi" w:cstheme="minorHAnsi"/>
          <w:b/>
          <w:bCs/>
          <w:sz w:val="22"/>
          <w:szCs w:val="22"/>
        </w:rPr>
      </w:pPr>
      <w:r w:rsidRPr="00411C2B">
        <w:rPr>
          <w:rFonts w:asciiTheme="minorHAnsi" w:hAnsiTheme="minorHAnsi" w:cstheme="minorHAnsi"/>
          <w:b/>
          <w:bCs/>
          <w:sz w:val="22"/>
          <w:szCs w:val="22"/>
        </w:rPr>
        <w:t>Artikel 1. Omschrijving Product</w:t>
      </w:r>
    </w:p>
    <w:p w14:paraId="42889B46" w14:textId="372827D9"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De Verkoper verkoopt het volgende product aan de Koper:</w:t>
      </w:r>
      <w:r w:rsidR="00411C2B">
        <w:rPr>
          <w:rFonts w:asciiTheme="minorHAnsi" w:hAnsiTheme="minorHAnsi" w:cstheme="minorHAnsi"/>
          <w:sz w:val="22"/>
          <w:szCs w:val="22"/>
        </w:rPr>
        <w:t xml:space="preserve"> </w:t>
      </w:r>
      <w:r w:rsidRPr="00731AD9">
        <w:rPr>
          <w:rFonts w:asciiTheme="minorHAnsi" w:hAnsiTheme="minorHAnsi" w:cstheme="minorHAnsi"/>
          <w:sz w:val="22"/>
          <w:szCs w:val="22"/>
        </w:rPr>
        <w:t xml:space="preserve">(omschrijving van het product, de staat van het product, de specificaties van het product. </w:t>
      </w:r>
    </w:p>
    <w:p w14:paraId="1E7B9CA6" w14:textId="77777777" w:rsidR="00731AD9" w:rsidRPr="00731AD9" w:rsidRDefault="00731AD9" w:rsidP="00D23136">
      <w:pPr>
        <w:pStyle w:val="Geenafstand"/>
        <w:jc w:val="both"/>
        <w:rPr>
          <w:rFonts w:asciiTheme="minorHAnsi" w:hAnsiTheme="minorHAnsi" w:cstheme="minorHAnsi"/>
          <w:sz w:val="22"/>
          <w:szCs w:val="22"/>
        </w:rPr>
      </w:pPr>
    </w:p>
    <w:p w14:paraId="23F329C4" w14:textId="247BDFA6" w:rsidR="00731AD9" w:rsidRPr="00731AD9" w:rsidRDefault="00731AD9" w:rsidP="00D23136">
      <w:pPr>
        <w:pStyle w:val="Geenafstand"/>
        <w:jc w:val="both"/>
        <w:rPr>
          <w:rFonts w:asciiTheme="minorHAnsi" w:hAnsiTheme="minorHAnsi" w:cstheme="minorHAnsi"/>
          <w:sz w:val="22"/>
          <w:szCs w:val="22"/>
        </w:rPr>
      </w:pPr>
      <w:r w:rsidRPr="00411C2B">
        <w:rPr>
          <w:rFonts w:asciiTheme="minorHAnsi" w:hAnsiTheme="minorHAnsi" w:cstheme="minorHAnsi"/>
          <w:b/>
          <w:bCs/>
          <w:sz w:val="22"/>
          <w:szCs w:val="22"/>
        </w:rPr>
        <w:t>Artikel 2 Prijs</w:t>
      </w:r>
    </w:p>
    <w:p w14:paraId="429608D6" w14:textId="335AFD91"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 xml:space="preserve">De Koper betaalt voor het product zoals omschreven in Artikel 1 een prijs van: (prijs product inclusief BTW). </w:t>
      </w:r>
      <w:r w:rsidR="00FF2073">
        <w:rPr>
          <w:rFonts w:asciiTheme="minorHAnsi" w:hAnsiTheme="minorHAnsi" w:cstheme="minorHAnsi"/>
          <w:sz w:val="22"/>
          <w:szCs w:val="22"/>
        </w:rPr>
        <w:br/>
      </w:r>
      <w:r w:rsidRPr="00731AD9">
        <w:rPr>
          <w:rFonts w:asciiTheme="minorHAnsi" w:hAnsiTheme="minorHAnsi" w:cstheme="minorHAnsi"/>
          <w:sz w:val="22"/>
          <w:szCs w:val="22"/>
        </w:rPr>
        <w:t>Deze prijs wordt contant voldaan op de dag van de levering</w:t>
      </w:r>
      <w:r w:rsidR="00FF2073">
        <w:rPr>
          <w:rFonts w:asciiTheme="minorHAnsi" w:hAnsiTheme="minorHAnsi" w:cstheme="minorHAnsi"/>
          <w:sz w:val="22"/>
          <w:szCs w:val="22"/>
        </w:rPr>
        <w:t>/ Deze prijs wordt d.d. (datum) voldaan op rekeningnummer (IBAN nummer) t.a.v. (naam rekeninghouder)</w:t>
      </w:r>
    </w:p>
    <w:p w14:paraId="2B3E3374" w14:textId="77777777" w:rsidR="00731AD9" w:rsidRPr="00731AD9" w:rsidRDefault="00731AD9" w:rsidP="00D23136">
      <w:pPr>
        <w:pStyle w:val="Geenafstand"/>
        <w:jc w:val="both"/>
        <w:rPr>
          <w:rFonts w:asciiTheme="minorHAnsi" w:hAnsiTheme="minorHAnsi" w:cstheme="minorHAnsi"/>
          <w:sz w:val="22"/>
          <w:szCs w:val="22"/>
        </w:rPr>
      </w:pPr>
    </w:p>
    <w:p w14:paraId="5E0B2D40" w14:textId="77777777" w:rsidR="00731AD9" w:rsidRPr="00FF2073" w:rsidRDefault="00731AD9" w:rsidP="00D23136">
      <w:pPr>
        <w:pStyle w:val="Geenafstand"/>
        <w:jc w:val="both"/>
        <w:rPr>
          <w:rFonts w:asciiTheme="minorHAnsi" w:hAnsiTheme="minorHAnsi" w:cstheme="minorHAnsi"/>
          <w:b/>
          <w:bCs/>
          <w:sz w:val="22"/>
          <w:szCs w:val="22"/>
        </w:rPr>
      </w:pPr>
      <w:r w:rsidRPr="00FF2073">
        <w:rPr>
          <w:rFonts w:asciiTheme="minorHAnsi" w:hAnsiTheme="minorHAnsi" w:cstheme="minorHAnsi"/>
          <w:b/>
          <w:bCs/>
          <w:sz w:val="22"/>
          <w:szCs w:val="22"/>
        </w:rPr>
        <w:t>Artikel 3 Levering</w:t>
      </w:r>
    </w:p>
    <w:p w14:paraId="74AB7B9B"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 xml:space="preserve">Het product zoals omschreven in Artikel 1 wordt door Verkoper geleverd aan Koper op (datum van de levering). </w:t>
      </w:r>
    </w:p>
    <w:p w14:paraId="4FF3A85F" w14:textId="77777777" w:rsidR="00731AD9" w:rsidRPr="00731AD9" w:rsidRDefault="00731AD9" w:rsidP="00D23136">
      <w:pPr>
        <w:pStyle w:val="Geenafstand"/>
        <w:jc w:val="both"/>
        <w:rPr>
          <w:rFonts w:asciiTheme="minorHAnsi" w:hAnsiTheme="minorHAnsi" w:cstheme="minorHAnsi"/>
          <w:sz w:val="22"/>
          <w:szCs w:val="22"/>
        </w:rPr>
      </w:pPr>
    </w:p>
    <w:p w14:paraId="7D6093C6" w14:textId="77777777" w:rsidR="00731AD9" w:rsidRPr="00EE5624" w:rsidRDefault="00731AD9" w:rsidP="00D23136">
      <w:pPr>
        <w:pStyle w:val="Geenafstand"/>
        <w:jc w:val="both"/>
        <w:rPr>
          <w:rFonts w:asciiTheme="minorHAnsi" w:hAnsiTheme="minorHAnsi" w:cstheme="minorHAnsi"/>
          <w:b/>
          <w:bCs/>
          <w:sz w:val="22"/>
          <w:szCs w:val="22"/>
        </w:rPr>
      </w:pPr>
      <w:r w:rsidRPr="00EE5624">
        <w:rPr>
          <w:rFonts w:asciiTheme="minorHAnsi" w:hAnsiTheme="minorHAnsi" w:cstheme="minorHAnsi"/>
          <w:b/>
          <w:bCs/>
          <w:sz w:val="22"/>
          <w:szCs w:val="22"/>
        </w:rPr>
        <w:t>Artikel 4 Overmacht</w:t>
      </w:r>
    </w:p>
    <w:p w14:paraId="38FC1688"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 xml:space="preserve">In geval van overmacht worden de afspraken gemaakt in deze overeenkomst opgeschort voor de duur van de overmacht, zonder dat partijen over en weer tot enige schadevergoeding gehouden zijn. </w:t>
      </w:r>
    </w:p>
    <w:p w14:paraId="0238000E" w14:textId="77777777" w:rsidR="00731AD9" w:rsidRPr="00731AD9" w:rsidRDefault="00731AD9" w:rsidP="00D23136">
      <w:pPr>
        <w:pStyle w:val="Geenafstand"/>
        <w:jc w:val="both"/>
        <w:rPr>
          <w:rFonts w:asciiTheme="minorHAnsi" w:hAnsiTheme="minorHAnsi" w:cstheme="minorHAnsi"/>
          <w:sz w:val="22"/>
          <w:szCs w:val="22"/>
        </w:rPr>
      </w:pPr>
    </w:p>
    <w:p w14:paraId="3966D0FC" w14:textId="77777777" w:rsidR="00731AD9" w:rsidRPr="00EE5624" w:rsidRDefault="00731AD9" w:rsidP="00D23136">
      <w:pPr>
        <w:pStyle w:val="Geenafstand"/>
        <w:jc w:val="both"/>
        <w:rPr>
          <w:rFonts w:asciiTheme="minorHAnsi" w:hAnsiTheme="minorHAnsi" w:cstheme="minorHAnsi"/>
          <w:b/>
          <w:bCs/>
          <w:sz w:val="22"/>
          <w:szCs w:val="22"/>
        </w:rPr>
      </w:pPr>
      <w:r w:rsidRPr="00EE5624">
        <w:rPr>
          <w:rFonts w:asciiTheme="minorHAnsi" w:hAnsiTheme="minorHAnsi" w:cstheme="minorHAnsi"/>
          <w:b/>
          <w:bCs/>
          <w:sz w:val="22"/>
          <w:szCs w:val="22"/>
        </w:rPr>
        <w:t>Artikel 5 Risico</w:t>
      </w:r>
    </w:p>
    <w:p w14:paraId="7911DF76" w14:textId="7359456C"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 xml:space="preserve">Het product is voor risico van Verkoper in de periode tussen het sluiten van deze overeenkomst en de genoemde leverdatum in Artikel 3. </w:t>
      </w:r>
      <w:r w:rsidR="00EE5624">
        <w:rPr>
          <w:rFonts w:asciiTheme="minorHAnsi" w:hAnsiTheme="minorHAnsi" w:cstheme="minorHAnsi"/>
          <w:sz w:val="22"/>
          <w:szCs w:val="22"/>
        </w:rPr>
        <w:t xml:space="preserve"> </w:t>
      </w:r>
      <w:r w:rsidRPr="00731AD9">
        <w:rPr>
          <w:rFonts w:asciiTheme="minorHAnsi" w:hAnsiTheme="minorHAnsi" w:cstheme="minorHAnsi"/>
          <w:sz w:val="22"/>
          <w:szCs w:val="22"/>
        </w:rPr>
        <w:t xml:space="preserve">Het product is voor risico van Koper vanaf de datum omschreven in Artikel 3. </w:t>
      </w:r>
    </w:p>
    <w:p w14:paraId="248C91B4" w14:textId="77777777" w:rsidR="00731AD9" w:rsidRPr="00731AD9" w:rsidRDefault="00731AD9" w:rsidP="00D23136">
      <w:pPr>
        <w:pStyle w:val="Geenafstand"/>
        <w:jc w:val="both"/>
        <w:rPr>
          <w:rFonts w:asciiTheme="minorHAnsi" w:hAnsiTheme="minorHAnsi" w:cstheme="minorHAnsi"/>
          <w:sz w:val="22"/>
          <w:szCs w:val="22"/>
        </w:rPr>
      </w:pPr>
    </w:p>
    <w:p w14:paraId="09A6507B" w14:textId="77777777" w:rsidR="00731AD9" w:rsidRPr="00EE5624" w:rsidRDefault="00731AD9" w:rsidP="00D23136">
      <w:pPr>
        <w:pStyle w:val="Geenafstand"/>
        <w:jc w:val="both"/>
        <w:rPr>
          <w:rFonts w:asciiTheme="minorHAnsi" w:hAnsiTheme="minorHAnsi" w:cstheme="minorHAnsi"/>
          <w:b/>
          <w:bCs/>
          <w:sz w:val="22"/>
          <w:szCs w:val="22"/>
        </w:rPr>
      </w:pPr>
      <w:r w:rsidRPr="00EE5624">
        <w:rPr>
          <w:rFonts w:asciiTheme="minorHAnsi" w:hAnsiTheme="minorHAnsi" w:cstheme="minorHAnsi"/>
          <w:b/>
          <w:bCs/>
          <w:sz w:val="22"/>
          <w:szCs w:val="22"/>
        </w:rPr>
        <w:t>Artikel 6 Garantie</w:t>
      </w:r>
    </w:p>
    <w:p w14:paraId="21B6F932"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Op het product omschreven in Artikel 1 zit een garantieperiode van (duur garantie). Gedurende deze periode zal Verkoper voor zijn rekening alle gebreken herstellen voor zover zij te wijten zijn aan materiële, constructie- of ontwerpfouten.</w:t>
      </w:r>
    </w:p>
    <w:p w14:paraId="4B188B54" w14:textId="77777777" w:rsidR="003E695E" w:rsidRDefault="003E695E" w:rsidP="00D23136">
      <w:pPr>
        <w:pStyle w:val="Geenafstand"/>
        <w:jc w:val="both"/>
        <w:rPr>
          <w:rFonts w:asciiTheme="minorHAnsi" w:hAnsiTheme="minorHAnsi" w:cstheme="minorHAnsi"/>
          <w:sz w:val="22"/>
          <w:szCs w:val="22"/>
        </w:rPr>
      </w:pPr>
    </w:p>
    <w:p w14:paraId="382566A1" w14:textId="697510F6" w:rsidR="00731AD9" w:rsidRPr="003E695E" w:rsidRDefault="00731AD9" w:rsidP="00D23136">
      <w:pPr>
        <w:pStyle w:val="Geenafstand"/>
        <w:jc w:val="both"/>
        <w:rPr>
          <w:rFonts w:asciiTheme="minorHAnsi" w:hAnsiTheme="minorHAnsi" w:cstheme="minorHAnsi"/>
          <w:b/>
          <w:bCs/>
          <w:sz w:val="22"/>
          <w:szCs w:val="22"/>
        </w:rPr>
      </w:pPr>
      <w:r w:rsidRPr="003E695E">
        <w:rPr>
          <w:rFonts w:asciiTheme="minorHAnsi" w:hAnsiTheme="minorHAnsi" w:cstheme="minorHAnsi"/>
          <w:b/>
          <w:bCs/>
          <w:sz w:val="22"/>
          <w:szCs w:val="22"/>
        </w:rPr>
        <w:t>Artikel 7 Algemene voorwaarden</w:t>
      </w:r>
    </w:p>
    <w:p w14:paraId="401E7263"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 xml:space="preserve">Op deze overeenkomst zijn de algemene voorwaarden van de Verkoper van toepassing. De Verkoper heeft deze Algemene Voorwaarden (omschrijving, gedeponeerd bij de Kamer van Koophandel te, onder nummer) aan de Koper overhandigd. Bij het ondertekenen van deze koopovereenkomst, gaat de Koper akkoord met deze Algemene Voorwaarden. </w:t>
      </w:r>
    </w:p>
    <w:p w14:paraId="53959A14" w14:textId="77777777" w:rsidR="00731AD9" w:rsidRPr="00731AD9" w:rsidRDefault="00731AD9" w:rsidP="00D23136">
      <w:pPr>
        <w:pStyle w:val="Geenafstand"/>
        <w:jc w:val="both"/>
        <w:rPr>
          <w:rFonts w:asciiTheme="minorHAnsi" w:hAnsiTheme="minorHAnsi" w:cstheme="minorHAnsi"/>
          <w:sz w:val="22"/>
          <w:szCs w:val="22"/>
        </w:rPr>
      </w:pPr>
    </w:p>
    <w:p w14:paraId="42EB9F96" w14:textId="4F5A83ED" w:rsidR="00731AD9" w:rsidRPr="00731AD9" w:rsidRDefault="00731AD9" w:rsidP="00D23136">
      <w:pPr>
        <w:pStyle w:val="Geenafstand"/>
        <w:jc w:val="both"/>
        <w:rPr>
          <w:rFonts w:asciiTheme="minorHAnsi" w:hAnsiTheme="minorHAnsi" w:cstheme="minorHAnsi"/>
          <w:sz w:val="22"/>
          <w:szCs w:val="22"/>
        </w:rPr>
      </w:pPr>
      <w:r w:rsidRPr="003E695E">
        <w:rPr>
          <w:rFonts w:asciiTheme="minorHAnsi" w:hAnsiTheme="minorHAnsi" w:cstheme="minorHAnsi"/>
          <w:b/>
          <w:bCs/>
          <w:sz w:val="22"/>
          <w:szCs w:val="22"/>
        </w:rPr>
        <w:lastRenderedPageBreak/>
        <w:t>Artikel 8 Toepasselijk recht</w:t>
      </w:r>
    </w:p>
    <w:p w14:paraId="645606B2"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Op deze overeenkomst is Nederlands recht van toepassing.</w:t>
      </w:r>
    </w:p>
    <w:p w14:paraId="1D01CBE3" w14:textId="77777777" w:rsidR="00731AD9" w:rsidRPr="00731AD9" w:rsidRDefault="00731AD9" w:rsidP="00D23136">
      <w:pPr>
        <w:pStyle w:val="Geenafstand"/>
        <w:jc w:val="both"/>
        <w:rPr>
          <w:rFonts w:asciiTheme="minorHAnsi" w:hAnsiTheme="minorHAnsi" w:cstheme="minorHAnsi"/>
          <w:sz w:val="22"/>
          <w:szCs w:val="22"/>
        </w:rPr>
      </w:pPr>
    </w:p>
    <w:p w14:paraId="2249F578" w14:textId="5B2C6A30" w:rsidR="00731AD9" w:rsidRPr="00731AD9" w:rsidRDefault="00731AD9" w:rsidP="00D23136">
      <w:pPr>
        <w:pStyle w:val="Geenafstand"/>
        <w:jc w:val="both"/>
        <w:rPr>
          <w:rFonts w:asciiTheme="minorHAnsi" w:hAnsiTheme="minorHAnsi" w:cstheme="minorHAnsi"/>
          <w:sz w:val="22"/>
          <w:szCs w:val="22"/>
        </w:rPr>
      </w:pPr>
      <w:r w:rsidRPr="003E695E">
        <w:rPr>
          <w:rFonts w:asciiTheme="minorHAnsi" w:hAnsiTheme="minorHAnsi" w:cstheme="minorHAnsi"/>
          <w:b/>
          <w:bCs/>
          <w:sz w:val="22"/>
          <w:szCs w:val="22"/>
        </w:rPr>
        <w:t>Artikel 9 Geschillen</w:t>
      </w:r>
    </w:p>
    <w:p w14:paraId="561B5D73" w14:textId="1791AF86"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 xml:space="preserve">Alle mogelijke rechtsgeschillen die uit deze overeenkomst voortvloeien, zullen worden beslecht door de arrondissementsrechtbank in de woonplaats van Verkoper. </w:t>
      </w:r>
    </w:p>
    <w:p w14:paraId="1ECDDFA4" w14:textId="77777777" w:rsidR="00731AD9" w:rsidRPr="00731AD9" w:rsidRDefault="00731AD9" w:rsidP="00D23136">
      <w:pPr>
        <w:pStyle w:val="Geenafstand"/>
        <w:jc w:val="both"/>
        <w:rPr>
          <w:rFonts w:asciiTheme="minorHAnsi" w:hAnsiTheme="minorHAnsi" w:cstheme="minorHAnsi"/>
          <w:sz w:val="22"/>
          <w:szCs w:val="22"/>
        </w:rPr>
      </w:pPr>
    </w:p>
    <w:p w14:paraId="5B095C56"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Aldus overeengekomen en in tweevoud opgemaakt te (plaats contract) op (datum contract)</w:t>
      </w:r>
    </w:p>
    <w:p w14:paraId="11282D35" w14:textId="77777777" w:rsidR="00731AD9" w:rsidRPr="00731AD9" w:rsidRDefault="00731AD9" w:rsidP="00D23136">
      <w:pPr>
        <w:pStyle w:val="Geenafstand"/>
        <w:jc w:val="both"/>
        <w:rPr>
          <w:rFonts w:asciiTheme="minorHAnsi" w:hAnsiTheme="minorHAnsi" w:cstheme="minorHAnsi"/>
          <w:sz w:val="22"/>
          <w:szCs w:val="22"/>
        </w:rPr>
      </w:pPr>
    </w:p>
    <w:p w14:paraId="19C2AC2A" w14:textId="77777777" w:rsidR="00731AD9"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Naam Verkoper                                            Handtekening Koper</w:t>
      </w:r>
    </w:p>
    <w:p w14:paraId="5C539123" w14:textId="77777777" w:rsidR="00731AD9" w:rsidRPr="00731AD9" w:rsidRDefault="00731AD9" w:rsidP="00D23136">
      <w:pPr>
        <w:pStyle w:val="Geenafstand"/>
        <w:jc w:val="both"/>
        <w:rPr>
          <w:rFonts w:asciiTheme="minorHAnsi" w:hAnsiTheme="minorHAnsi" w:cstheme="minorHAnsi"/>
          <w:sz w:val="22"/>
          <w:szCs w:val="22"/>
        </w:rPr>
      </w:pPr>
    </w:p>
    <w:p w14:paraId="684F6DA7" w14:textId="0CF3C94E" w:rsidR="00875644" w:rsidRPr="00731AD9" w:rsidRDefault="00731AD9" w:rsidP="00D23136">
      <w:pPr>
        <w:pStyle w:val="Geenafstand"/>
        <w:jc w:val="both"/>
        <w:rPr>
          <w:rFonts w:asciiTheme="minorHAnsi" w:hAnsiTheme="minorHAnsi" w:cstheme="minorHAnsi"/>
          <w:sz w:val="22"/>
          <w:szCs w:val="22"/>
        </w:rPr>
      </w:pPr>
      <w:r w:rsidRPr="00731AD9">
        <w:rPr>
          <w:rFonts w:asciiTheme="minorHAnsi" w:hAnsiTheme="minorHAnsi" w:cstheme="minorHAnsi"/>
          <w:sz w:val="22"/>
          <w:szCs w:val="22"/>
        </w:rPr>
        <w:t>Handtekening                                               Verkoper Handtekening Koper</w:t>
      </w:r>
    </w:p>
    <w:sectPr w:rsidR="00875644" w:rsidRPr="00731AD9" w:rsidSect="005C3807">
      <w:headerReference w:type="default" r:id="rId7"/>
      <w:pgSz w:w="11906" w:h="16838"/>
      <w:pgMar w:top="720" w:right="720" w:bottom="720" w:left="720" w:header="709" w:footer="709"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931BF" w14:textId="77777777" w:rsidR="008144C9" w:rsidRDefault="008144C9" w:rsidP="00B34D13">
      <w:r>
        <w:separator/>
      </w:r>
    </w:p>
  </w:endnote>
  <w:endnote w:type="continuationSeparator" w:id="0">
    <w:p w14:paraId="7110FD0B" w14:textId="77777777" w:rsidR="008144C9" w:rsidRDefault="008144C9" w:rsidP="00B3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C9FEB" w14:textId="77777777" w:rsidR="008144C9" w:rsidRDefault="008144C9" w:rsidP="00B34D13">
      <w:r>
        <w:separator/>
      </w:r>
    </w:p>
  </w:footnote>
  <w:footnote w:type="continuationSeparator" w:id="0">
    <w:p w14:paraId="09289409" w14:textId="77777777" w:rsidR="008144C9" w:rsidRDefault="008144C9" w:rsidP="00B34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7A336" w14:textId="1FBAC177" w:rsidR="00B34D13" w:rsidRDefault="00B34D13" w:rsidP="00E643CA">
    <w:pPr>
      <w:pStyle w:val="Koptekst"/>
      <w:jc w:val="right"/>
    </w:pPr>
    <w:r>
      <w:rPr>
        <w:noProof/>
      </w:rPr>
      <w:drawing>
        <wp:inline distT="0" distB="0" distL="0" distR="0" wp14:anchorId="2BAD132E" wp14:editId="29C586E8">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77B924AE" w14:textId="77777777" w:rsidR="00B34D13" w:rsidRDefault="00B34D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7D6C"/>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332839"/>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24C31361"/>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37342F"/>
    <w:multiLevelType w:val="singleLevel"/>
    <w:tmpl w:val="0413000F"/>
    <w:lvl w:ilvl="0">
      <w:start w:val="1"/>
      <w:numFmt w:val="decimal"/>
      <w:lvlText w:val="%1."/>
      <w:lvlJc w:val="left"/>
      <w:pPr>
        <w:tabs>
          <w:tab w:val="num" w:pos="360"/>
        </w:tabs>
        <w:ind w:left="360" w:hanging="360"/>
      </w:pPr>
    </w:lvl>
  </w:abstractNum>
  <w:abstractNum w:abstractNumId="4" w15:restartNumberingAfterBreak="0">
    <w:nsid w:val="3DF7683E"/>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68A41F43"/>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72586474"/>
    <w:multiLevelType w:val="singleLevel"/>
    <w:tmpl w:val="0413000F"/>
    <w:lvl w:ilvl="0">
      <w:start w:val="1"/>
      <w:numFmt w:val="decimal"/>
      <w:lvlText w:val="%1."/>
      <w:lvlJc w:val="left"/>
      <w:pPr>
        <w:tabs>
          <w:tab w:val="num" w:pos="360"/>
        </w:tabs>
        <w:ind w:left="360" w:hanging="360"/>
      </w:pPr>
      <w:rPr>
        <w:rFonts w:hint="default"/>
      </w:rPr>
    </w:lvl>
  </w:abstractNum>
  <w:abstractNum w:abstractNumId="7" w15:restartNumberingAfterBreak="0">
    <w:nsid w:val="76B12E55"/>
    <w:multiLevelType w:val="singleLevel"/>
    <w:tmpl w:val="0413000F"/>
    <w:lvl w:ilvl="0">
      <w:start w:val="1"/>
      <w:numFmt w:val="decimal"/>
      <w:lvlText w:val="%1."/>
      <w:lvlJc w:val="left"/>
      <w:pPr>
        <w:tabs>
          <w:tab w:val="num" w:pos="360"/>
        </w:tabs>
        <w:ind w:left="360" w:hanging="360"/>
      </w:pPr>
    </w:lvl>
  </w:abstractNum>
  <w:num w:numId="1" w16cid:durableId="1850413568">
    <w:abstractNumId w:val="4"/>
  </w:num>
  <w:num w:numId="2" w16cid:durableId="1647514218">
    <w:abstractNumId w:val="5"/>
  </w:num>
  <w:num w:numId="3" w16cid:durableId="1315375980">
    <w:abstractNumId w:val="6"/>
  </w:num>
  <w:num w:numId="4" w16cid:durableId="1229001478">
    <w:abstractNumId w:val="1"/>
  </w:num>
  <w:num w:numId="5" w16cid:durableId="825124261">
    <w:abstractNumId w:val="7"/>
  </w:num>
  <w:num w:numId="6" w16cid:durableId="1118639855">
    <w:abstractNumId w:val="3"/>
  </w:num>
  <w:num w:numId="7" w16cid:durableId="1270694835">
    <w:abstractNumId w:val="2"/>
  </w:num>
  <w:num w:numId="8" w16cid:durableId="2090416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CFB"/>
    <w:rsid w:val="000D2BDA"/>
    <w:rsid w:val="0023303D"/>
    <w:rsid w:val="00290FE1"/>
    <w:rsid w:val="002B7BEB"/>
    <w:rsid w:val="003E695E"/>
    <w:rsid w:val="00411C2B"/>
    <w:rsid w:val="004C106F"/>
    <w:rsid w:val="005B05D5"/>
    <w:rsid w:val="005C3807"/>
    <w:rsid w:val="00690CFB"/>
    <w:rsid w:val="00731AD9"/>
    <w:rsid w:val="007339A3"/>
    <w:rsid w:val="007650F5"/>
    <w:rsid w:val="007D1A2B"/>
    <w:rsid w:val="007E44C5"/>
    <w:rsid w:val="008144C9"/>
    <w:rsid w:val="00875644"/>
    <w:rsid w:val="00A55C16"/>
    <w:rsid w:val="00AD2CF6"/>
    <w:rsid w:val="00B34D13"/>
    <w:rsid w:val="00B4175E"/>
    <w:rsid w:val="00C7253D"/>
    <w:rsid w:val="00CA0371"/>
    <w:rsid w:val="00D042E5"/>
    <w:rsid w:val="00D23136"/>
    <w:rsid w:val="00D61388"/>
    <w:rsid w:val="00E643CA"/>
    <w:rsid w:val="00ED2633"/>
    <w:rsid w:val="00EE5624"/>
    <w:rsid w:val="00FF20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F6D8C"/>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CF6"/>
    <w:pPr>
      <w:autoSpaceDE w:val="0"/>
      <w:autoSpaceDN w:val="0"/>
    </w:pPr>
  </w:style>
  <w:style w:type="paragraph" w:styleId="Kop1">
    <w:name w:val="heading 1"/>
    <w:basedOn w:val="Standaard"/>
    <w:next w:val="Standaard"/>
    <w:link w:val="Kop1Char"/>
    <w:qFormat/>
    <w:rsid w:val="00AD2CF6"/>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D2CF6"/>
    <w:pPr>
      <w:jc w:val="center"/>
    </w:pPr>
    <w:rPr>
      <w:b/>
      <w:bCs/>
    </w:rPr>
  </w:style>
  <w:style w:type="paragraph" w:styleId="Lijstalinea">
    <w:name w:val="List Paragraph"/>
    <w:basedOn w:val="Standaard"/>
    <w:uiPriority w:val="34"/>
    <w:qFormat/>
    <w:rsid w:val="00D61388"/>
    <w:pPr>
      <w:ind w:left="720"/>
      <w:contextualSpacing/>
    </w:pPr>
  </w:style>
  <w:style w:type="character" w:customStyle="1" w:styleId="Kop1Char">
    <w:name w:val="Kop 1 Char"/>
    <w:basedOn w:val="Standaardalinea-lettertype"/>
    <w:link w:val="Kop1"/>
    <w:rsid w:val="00A55C16"/>
    <w:rPr>
      <w:b/>
      <w:bCs/>
    </w:rPr>
  </w:style>
  <w:style w:type="paragraph" w:styleId="Koptekst">
    <w:name w:val="header"/>
    <w:basedOn w:val="Standaard"/>
    <w:link w:val="KoptekstChar"/>
    <w:uiPriority w:val="99"/>
    <w:unhideWhenUsed/>
    <w:rsid w:val="00B34D13"/>
    <w:pPr>
      <w:tabs>
        <w:tab w:val="center" w:pos="4536"/>
        <w:tab w:val="right" w:pos="9072"/>
      </w:tabs>
    </w:pPr>
  </w:style>
  <w:style w:type="character" w:customStyle="1" w:styleId="KoptekstChar">
    <w:name w:val="Koptekst Char"/>
    <w:basedOn w:val="Standaardalinea-lettertype"/>
    <w:link w:val="Koptekst"/>
    <w:uiPriority w:val="99"/>
    <w:rsid w:val="00B34D13"/>
  </w:style>
  <w:style w:type="paragraph" w:styleId="Voettekst">
    <w:name w:val="footer"/>
    <w:basedOn w:val="Standaard"/>
    <w:link w:val="VoettekstChar"/>
    <w:uiPriority w:val="99"/>
    <w:unhideWhenUsed/>
    <w:rsid w:val="00B34D13"/>
    <w:pPr>
      <w:tabs>
        <w:tab w:val="center" w:pos="4536"/>
        <w:tab w:val="right" w:pos="9072"/>
      </w:tabs>
    </w:pPr>
  </w:style>
  <w:style w:type="character" w:customStyle="1" w:styleId="VoettekstChar">
    <w:name w:val="Voettekst Char"/>
    <w:basedOn w:val="Standaardalinea-lettertype"/>
    <w:link w:val="Voettekst"/>
    <w:uiPriority w:val="99"/>
    <w:rsid w:val="00B34D13"/>
  </w:style>
  <w:style w:type="paragraph" w:styleId="Geenafstand">
    <w:name w:val="No Spacing"/>
    <w:uiPriority w:val="1"/>
    <w:qFormat/>
    <w:rsid w:val="004C106F"/>
    <w:pPr>
      <w:autoSpaceDE w:val="0"/>
      <w:autoSpaceDN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a\AppData\Roaming\Microsoft\Templates\Stageovereenkoms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Stageovereenkomst</Template>
  <TotalTime>6</TotalTime>
  <Pages>1</Pages>
  <Words>340</Words>
  <Characters>2091</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DENDA Multimedia b.v.</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10</cp:revision>
  <cp:lastPrinted>2023-02-02T12:52:00Z</cp:lastPrinted>
  <dcterms:created xsi:type="dcterms:W3CDTF">2023-02-02T12:03:00Z</dcterms:created>
  <dcterms:modified xsi:type="dcterms:W3CDTF">2023-02-02T12:54:00Z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TC010454351043</vt:lpwstr>
  </property>
</Properties>
</file>