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8A072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>Partijen:</w:t>
      </w:r>
    </w:p>
    <w:p w14:paraId="535FFE8B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24B4FF20" w14:textId="55DAEB62" w:rsid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(Naam verkoper), wonende te </w:t>
      </w:r>
      <w:r w:rsidR="002A42E0">
        <w:rPr>
          <w:rFonts w:asciiTheme="minorHAnsi" w:hAnsiTheme="minorHAnsi" w:cstheme="minorHAnsi"/>
          <w:sz w:val="22"/>
          <w:szCs w:val="22"/>
        </w:rPr>
        <w:t>(</w:t>
      </w:r>
      <w:r w:rsidRPr="00F02137">
        <w:rPr>
          <w:rFonts w:asciiTheme="minorHAnsi" w:hAnsiTheme="minorHAnsi" w:cstheme="minorHAnsi"/>
          <w:sz w:val="22"/>
          <w:szCs w:val="22"/>
        </w:rPr>
        <w:t xml:space="preserve">postcode verkoper), </w:t>
      </w:r>
      <w:r w:rsidR="002A42E0">
        <w:rPr>
          <w:rFonts w:asciiTheme="minorHAnsi" w:hAnsiTheme="minorHAnsi" w:cstheme="minorHAnsi"/>
          <w:sz w:val="22"/>
          <w:szCs w:val="22"/>
        </w:rPr>
        <w:t>(</w:t>
      </w:r>
      <w:r w:rsidRPr="00F02137">
        <w:rPr>
          <w:rFonts w:asciiTheme="minorHAnsi" w:hAnsiTheme="minorHAnsi" w:cstheme="minorHAnsi"/>
          <w:sz w:val="22"/>
          <w:szCs w:val="22"/>
        </w:rPr>
        <w:t xml:space="preserve">straat en huisnummer verkoper), te (plaats verkoper), hierna aangeduid als “verkoper”, </w:t>
      </w:r>
    </w:p>
    <w:p w14:paraId="084CECE2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4EAC464A" w14:textId="77777777" w:rsid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En </w:t>
      </w:r>
    </w:p>
    <w:p w14:paraId="49DB59EB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421172A7" w14:textId="6760D054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>(Naam koper), wonende te (postcode koper), (straat en huisnummer koper), te (plaats koper), hierna aangeduid als “koper”,</w:t>
      </w:r>
    </w:p>
    <w:p w14:paraId="32684E7B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97880B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>In aanmerking nemende dat:</w:t>
      </w:r>
    </w:p>
    <w:p w14:paraId="5E4AF326" w14:textId="7EE11261" w:rsidR="00F02137" w:rsidRPr="00F02137" w:rsidRDefault="00F02137" w:rsidP="00F02137">
      <w:pPr>
        <w:pStyle w:val="Lijstalinea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Verkoper in het rechtsgeldige bezit is van (omschrijving </w:t>
      </w:r>
      <w:r>
        <w:rPr>
          <w:rFonts w:asciiTheme="minorHAnsi" w:hAnsiTheme="minorHAnsi" w:cstheme="minorHAnsi"/>
          <w:sz w:val="22"/>
          <w:szCs w:val="22"/>
        </w:rPr>
        <w:t>boot</w:t>
      </w:r>
      <w:r w:rsidRPr="00F02137">
        <w:rPr>
          <w:rFonts w:asciiTheme="minorHAnsi" w:hAnsiTheme="minorHAnsi" w:cstheme="minorHAnsi"/>
          <w:sz w:val="22"/>
          <w:szCs w:val="22"/>
        </w:rPr>
        <w:t>);</w:t>
      </w:r>
    </w:p>
    <w:p w14:paraId="7C5EDAE2" w14:textId="027518C7" w:rsidR="00F02137" w:rsidRPr="00F02137" w:rsidRDefault="00F02137" w:rsidP="00F02137">
      <w:pPr>
        <w:pStyle w:val="Lijstalinea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boot </w:t>
      </w:r>
      <w:r w:rsidRPr="00F02137">
        <w:rPr>
          <w:rFonts w:asciiTheme="minorHAnsi" w:hAnsiTheme="minorHAnsi" w:cstheme="minorHAnsi"/>
          <w:sz w:val="22"/>
          <w:szCs w:val="22"/>
        </w:rPr>
        <w:t xml:space="preserve">in deze staat verkeert: </w:t>
      </w:r>
      <w:r w:rsidR="002A42E0">
        <w:rPr>
          <w:rFonts w:asciiTheme="minorHAnsi" w:hAnsiTheme="minorHAnsi" w:cstheme="minorHAnsi"/>
          <w:sz w:val="22"/>
          <w:szCs w:val="22"/>
        </w:rPr>
        <w:t>(</w:t>
      </w:r>
      <w:r w:rsidRPr="00F02137">
        <w:rPr>
          <w:rFonts w:asciiTheme="minorHAnsi" w:hAnsiTheme="minorHAnsi" w:cstheme="minorHAnsi"/>
          <w:sz w:val="22"/>
          <w:szCs w:val="22"/>
        </w:rPr>
        <w:t xml:space="preserve">omschrijving van de staat van </w:t>
      </w:r>
      <w:r>
        <w:rPr>
          <w:rFonts w:asciiTheme="minorHAnsi" w:hAnsiTheme="minorHAnsi" w:cstheme="minorHAnsi"/>
          <w:sz w:val="22"/>
          <w:szCs w:val="22"/>
        </w:rPr>
        <w:t>de boot</w:t>
      </w:r>
      <w:r w:rsidRPr="00F02137">
        <w:rPr>
          <w:rFonts w:asciiTheme="minorHAnsi" w:hAnsiTheme="minorHAnsi" w:cstheme="minorHAnsi"/>
          <w:sz w:val="22"/>
          <w:szCs w:val="22"/>
        </w:rPr>
        <w:t>)</w:t>
      </w:r>
    </w:p>
    <w:p w14:paraId="5E000763" w14:textId="2A01F5EA" w:rsidR="00F02137" w:rsidRPr="00F02137" w:rsidRDefault="00F02137" w:rsidP="00F02137">
      <w:pPr>
        <w:pStyle w:val="Lijstalinea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Verkoper </w:t>
      </w:r>
      <w:r w:rsidR="00C01B6D">
        <w:rPr>
          <w:rFonts w:asciiTheme="minorHAnsi" w:hAnsiTheme="minorHAnsi" w:cstheme="minorHAnsi"/>
          <w:sz w:val="22"/>
          <w:szCs w:val="22"/>
        </w:rPr>
        <w:t>de boot</w:t>
      </w:r>
      <w:r w:rsidRPr="00F02137">
        <w:rPr>
          <w:rFonts w:asciiTheme="minorHAnsi" w:hAnsiTheme="minorHAnsi" w:cstheme="minorHAnsi"/>
          <w:sz w:val="22"/>
          <w:szCs w:val="22"/>
        </w:rPr>
        <w:t xml:space="preserve"> wenst te verkopen aan koper;</w:t>
      </w:r>
    </w:p>
    <w:p w14:paraId="42284166" w14:textId="0618B388" w:rsidR="00F02137" w:rsidRPr="00F02137" w:rsidRDefault="00F02137" w:rsidP="00F02137">
      <w:pPr>
        <w:pStyle w:val="Lijstalinea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Koper </w:t>
      </w:r>
      <w:r w:rsidR="00C01B6D">
        <w:rPr>
          <w:rFonts w:asciiTheme="minorHAnsi" w:hAnsiTheme="minorHAnsi" w:cstheme="minorHAnsi"/>
          <w:sz w:val="22"/>
          <w:szCs w:val="22"/>
        </w:rPr>
        <w:t>de boot</w:t>
      </w:r>
      <w:r w:rsidRPr="00F02137">
        <w:rPr>
          <w:rFonts w:asciiTheme="minorHAnsi" w:hAnsiTheme="minorHAnsi" w:cstheme="minorHAnsi"/>
          <w:sz w:val="22"/>
          <w:szCs w:val="22"/>
        </w:rPr>
        <w:t xml:space="preserve"> wenst te kopen.</w:t>
      </w:r>
    </w:p>
    <w:p w14:paraId="1D61B721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48BB34FF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>Komen als volgt overeen:</w:t>
      </w:r>
    </w:p>
    <w:p w14:paraId="50ECE377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2ADF3B5A" w14:textId="6D16EC4A" w:rsidR="00F02137" w:rsidRPr="00C01B6D" w:rsidRDefault="00F02137" w:rsidP="00F0213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01B6D">
        <w:rPr>
          <w:rFonts w:asciiTheme="minorHAnsi" w:hAnsiTheme="minorHAnsi" w:cstheme="minorHAnsi"/>
          <w:b/>
          <w:bCs/>
          <w:sz w:val="22"/>
          <w:szCs w:val="22"/>
        </w:rPr>
        <w:t xml:space="preserve">Artikel 1 Omschrijving </w:t>
      </w:r>
      <w:r w:rsidR="00C01B6D">
        <w:rPr>
          <w:rFonts w:asciiTheme="minorHAnsi" w:hAnsiTheme="minorHAnsi" w:cstheme="minorHAnsi"/>
          <w:b/>
          <w:bCs/>
          <w:sz w:val="22"/>
          <w:szCs w:val="22"/>
        </w:rPr>
        <w:t>boot</w:t>
      </w:r>
    </w:p>
    <w:p w14:paraId="50F4AD7B" w14:textId="15B4689D" w:rsidR="00F02137" w:rsidRPr="00F02137" w:rsidRDefault="004428F8" w:rsidP="00F0213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 boot</w:t>
      </w:r>
      <w:r w:rsidR="00F02137" w:rsidRPr="00F02137">
        <w:rPr>
          <w:rFonts w:asciiTheme="minorHAnsi" w:hAnsiTheme="minorHAnsi" w:cstheme="minorHAnsi"/>
          <w:sz w:val="22"/>
          <w:szCs w:val="22"/>
        </w:rPr>
        <w:t xml:space="preserve"> betreft een (omschrijving van </w:t>
      </w:r>
      <w:r>
        <w:rPr>
          <w:rFonts w:asciiTheme="minorHAnsi" w:hAnsiTheme="minorHAnsi" w:cstheme="minorHAnsi"/>
          <w:sz w:val="22"/>
          <w:szCs w:val="22"/>
        </w:rPr>
        <w:t>de  boot</w:t>
      </w:r>
      <w:r w:rsidR="00F02137" w:rsidRPr="00F02137">
        <w:rPr>
          <w:rFonts w:asciiTheme="minorHAnsi" w:hAnsiTheme="minorHAnsi" w:cstheme="minorHAnsi"/>
          <w:sz w:val="22"/>
          <w:szCs w:val="22"/>
        </w:rPr>
        <w:t>, eventuele serienummers, kentekens, typenummers, enzovoorts. Geef een zo duidelijk mogelijk</w:t>
      </w:r>
      <w:r w:rsidR="00024F43">
        <w:rPr>
          <w:rFonts w:asciiTheme="minorHAnsi" w:hAnsiTheme="minorHAnsi" w:cstheme="minorHAnsi"/>
          <w:sz w:val="22"/>
          <w:szCs w:val="22"/>
        </w:rPr>
        <w:t>e</w:t>
      </w:r>
      <w:r w:rsidR="00F02137" w:rsidRPr="00F02137">
        <w:rPr>
          <w:rFonts w:asciiTheme="minorHAnsi" w:hAnsiTheme="minorHAnsi" w:cstheme="minorHAnsi"/>
          <w:sz w:val="22"/>
          <w:szCs w:val="22"/>
        </w:rPr>
        <w:t xml:space="preserve"> omschrijving ervan).</w:t>
      </w:r>
    </w:p>
    <w:p w14:paraId="55B033F4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3E828E30" w14:textId="569D146E" w:rsidR="00F02137" w:rsidRPr="002A42E0" w:rsidRDefault="00F02137" w:rsidP="00F0213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A42E0">
        <w:rPr>
          <w:rFonts w:asciiTheme="minorHAnsi" w:hAnsiTheme="minorHAnsi" w:cstheme="minorHAnsi"/>
          <w:b/>
          <w:bCs/>
          <w:sz w:val="22"/>
          <w:szCs w:val="22"/>
        </w:rPr>
        <w:t xml:space="preserve">Artikel 2 Staat van </w:t>
      </w:r>
      <w:r w:rsidR="004428F8" w:rsidRPr="002A42E0">
        <w:rPr>
          <w:rFonts w:asciiTheme="minorHAnsi" w:hAnsiTheme="minorHAnsi" w:cstheme="minorHAnsi"/>
          <w:b/>
          <w:bCs/>
          <w:sz w:val="22"/>
          <w:szCs w:val="22"/>
        </w:rPr>
        <w:t>de  boot</w:t>
      </w:r>
    </w:p>
    <w:p w14:paraId="3195A519" w14:textId="3DD11B43" w:rsidR="00F02137" w:rsidRPr="00F02137" w:rsidRDefault="004428F8" w:rsidP="00F0213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 boot</w:t>
      </w:r>
      <w:r w:rsidR="00F02137" w:rsidRPr="00F02137">
        <w:rPr>
          <w:rFonts w:asciiTheme="minorHAnsi" w:hAnsiTheme="minorHAnsi" w:cstheme="minorHAnsi"/>
          <w:sz w:val="22"/>
          <w:szCs w:val="22"/>
        </w:rPr>
        <w:t xml:space="preserve"> is in de volgende staat (omschrijving van de staat van </w:t>
      </w:r>
      <w:r>
        <w:rPr>
          <w:rFonts w:asciiTheme="minorHAnsi" w:hAnsiTheme="minorHAnsi" w:cstheme="minorHAnsi"/>
          <w:sz w:val="22"/>
          <w:szCs w:val="22"/>
        </w:rPr>
        <w:t>de  boot</w:t>
      </w:r>
      <w:r w:rsidR="00F02137" w:rsidRPr="00F02137">
        <w:rPr>
          <w:rFonts w:asciiTheme="minorHAnsi" w:hAnsiTheme="minorHAnsi" w:cstheme="minorHAnsi"/>
          <w:sz w:val="22"/>
          <w:szCs w:val="22"/>
        </w:rPr>
        <w:t xml:space="preserve">, nieuw, zo goed als nieuw, tweedehands, oud. Geef een goede omschrijving van de staat, doe eventueel foto’s als bij lage erbij, geef aan of er beschadigingen op </w:t>
      </w:r>
      <w:r>
        <w:rPr>
          <w:rFonts w:asciiTheme="minorHAnsi" w:hAnsiTheme="minorHAnsi" w:cstheme="minorHAnsi"/>
          <w:sz w:val="22"/>
          <w:szCs w:val="22"/>
        </w:rPr>
        <w:t>de  boot</w:t>
      </w:r>
      <w:r w:rsidR="00F02137" w:rsidRPr="00F02137">
        <w:rPr>
          <w:rFonts w:asciiTheme="minorHAnsi" w:hAnsiTheme="minorHAnsi" w:cstheme="minorHAnsi"/>
          <w:sz w:val="22"/>
          <w:szCs w:val="22"/>
        </w:rPr>
        <w:t xml:space="preserve"> zitten en zo ja waar</w:t>
      </w:r>
      <w:r w:rsidR="00024F43">
        <w:rPr>
          <w:rFonts w:asciiTheme="minorHAnsi" w:hAnsiTheme="minorHAnsi" w:cstheme="minorHAnsi"/>
          <w:sz w:val="22"/>
          <w:szCs w:val="22"/>
        </w:rPr>
        <w:t>)</w:t>
      </w:r>
    </w:p>
    <w:p w14:paraId="54EB8BDE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1DD1D455" w14:textId="77777777" w:rsidR="00F02137" w:rsidRPr="002A42E0" w:rsidRDefault="00F02137" w:rsidP="00F0213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A42E0">
        <w:rPr>
          <w:rFonts w:asciiTheme="minorHAnsi" w:hAnsiTheme="minorHAnsi" w:cstheme="minorHAnsi"/>
          <w:b/>
          <w:bCs/>
          <w:sz w:val="22"/>
          <w:szCs w:val="22"/>
        </w:rPr>
        <w:t>Artikel 3 Betaling</w:t>
      </w:r>
    </w:p>
    <w:p w14:paraId="690AB922" w14:textId="6742BE6A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Koper betaalt een bedrag van (bedrag) voor de koop van </w:t>
      </w:r>
      <w:r w:rsidR="004428F8">
        <w:rPr>
          <w:rFonts w:asciiTheme="minorHAnsi" w:hAnsiTheme="minorHAnsi" w:cstheme="minorHAnsi"/>
          <w:sz w:val="22"/>
          <w:szCs w:val="22"/>
        </w:rPr>
        <w:t>de  boot</w:t>
      </w:r>
      <w:r w:rsidRPr="00F02137">
        <w:rPr>
          <w:rFonts w:asciiTheme="minorHAnsi" w:hAnsiTheme="minorHAnsi" w:cstheme="minorHAnsi"/>
          <w:sz w:val="22"/>
          <w:szCs w:val="22"/>
        </w:rPr>
        <w:t xml:space="preserve"> als omschreven in artikel 1. Dit bedrag wordt </w:t>
      </w:r>
      <w:r w:rsidR="002A42E0">
        <w:rPr>
          <w:rFonts w:asciiTheme="minorHAnsi" w:hAnsiTheme="minorHAnsi" w:cstheme="minorHAnsi"/>
          <w:sz w:val="22"/>
          <w:szCs w:val="22"/>
        </w:rPr>
        <w:t xml:space="preserve">betaald op (datum). </w:t>
      </w:r>
    </w:p>
    <w:p w14:paraId="5B6D3B7F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92E81" w14:textId="5F30E680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024F43">
        <w:rPr>
          <w:rFonts w:asciiTheme="minorHAnsi" w:hAnsiTheme="minorHAnsi" w:cstheme="minorHAnsi"/>
          <w:b/>
          <w:bCs/>
          <w:sz w:val="22"/>
          <w:szCs w:val="22"/>
        </w:rPr>
        <w:t>Artikel 4 Levering</w:t>
      </w:r>
    </w:p>
    <w:p w14:paraId="7CC5D5A0" w14:textId="47599225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 xml:space="preserve">Verkoper levert </w:t>
      </w:r>
      <w:r w:rsidR="004428F8">
        <w:rPr>
          <w:rFonts w:asciiTheme="minorHAnsi" w:hAnsiTheme="minorHAnsi" w:cstheme="minorHAnsi"/>
          <w:sz w:val="22"/>
          <w:szCs w:val="22"/>
        </w:rPr>
        <w:t>de  boot</w:t>
      </w:r>
      <w:r w:rsidRPr="00F02137">
        <w:rPr>
          <w:rFonts w:asciiTheme="minorHAnsi" w:hAnsiTheme="minorHAnsi" w:cstheme="minorHAnsi"/>
          <w:sz w:val="22"/>
          <w:szCs w:val="22"/>
        </w:rPr>
        <w:t xml:space="preserve"> af bij koper op het volgende adres: (adres voor de levering).</w:t>
      </w:r>
      <w:r w:rsidR="00A64048">
        <w:rPr>
          <w:rFonts w:asciiTheme="minorHAnsi" w:hAnsiTheme="minorHAnsi" w:cstheme="minorHAnsi"/>
          <w:sz w:val="22"/>
          <w:szCs w:val="22"/>
        </w:rPr>
        <w:t xml:space="preserve"> </w:t>
      </w:r>
      <w:r w:rsidRPr="00F02137">
        <w:rPr>
          <w:rFonts w:asciiTheme="minorHAnsi" w:hAnsiTheme="minorHAnsi" w:cstheme="minorHAnsi"/>
          <w:sz w:val="22"/>
          <w:szCs w:val="22"/>
        </w:rPr>
        <w:t>De datum van levering is: (datum).</w:t>
      </w:r>
    </w:p>
    <w:p w14:paraId="4CA1655E" w14:textId="77777777" w:rsid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54C2BF2B" w14:textId="3818CEFD" w:rsidR="007A5DF1" w:rsidRPr="00EE5624" w:rsidRDefault="007A5DF1" w:rsidP="007A5DF1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5624">
        <w:rPr>
          <w:rFonts w:asciiTheme="minorHAnsi" w:hAnsiTheme="minorHAnsi" w:cstheme="minorHAnsi"/>
          <w:b/>
          <w:bCs/>
          <w:sz w:val="22"/>
          <w:szCs w:val="22"/>
        </w:rPr>
        <w:t xml:space="preserve">Artikel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E5624">
        <w:rPr>
          <w:rFonts w:asciiTheme="minorHAnsi" w:hAnsiTheme="minorHAnsi" w:cstheme="minorHAnsi"/>
          <w:b/>
          <w:bCs/>
          <w:sz w:val="22"/>
          <w:szCs w:val="22"/>
        </w:rPr>
        <w:t xml:space="preserve"> Overmacht</w:t>
      </w:r>
    </w:p>
    <w:p w14:paraId="4E2CA8D7" w14:textId="77777777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In geval van overmacht worden de afspraken gemaakt in deze overeenkomst opgeschort voor de duur van de overmacht, zonder dat partijen over en weer tot enige schadevergoeding gehouden zijn. </w:t>
      </w:r>
    </w:p>
    <w:p w14:paraId="2256203E" w14:textId="77777777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5D1F9FB9" w14:textId="13D9E3E4" w:rsidR="007A5DF1" w:rsidRPr="00EE5624" w:rsidRDefault="007A5DF1" w:rsidP="007A5DF1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5624">
        <w:rPr>
          <w:rFonts w:asciiTheme="minorHAnsi" w:hAnsiTheme="minorHAnsi" w:cstheme="minorHAnsi"/>
          <w:b/>
          <w:bCs/>
          <w:sz w:val="22"/>
          <w:szCs w:val="22"/>
        </w:rPr>
        <w:t xml:space="preserve">Artikel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EE5624">
        <w:rPr>
          <w:rFonts w:asciiTheme="minorHAnsi" w:hAnsiTheme="minorHAnsi" w:cstheme="minorHAnsi"/>
          <w:b/>
          <w:bCs/>
          <w:sz w:val="22"/>
          <w:szCs w:val="22"/>
        </w:rPr>
        <w:t xml:space="preserve"> Risico</w:t>
      </w:r>
    </w:p>
    <w:p w14:paraId="213F54B3" w14:textId="0C8B3B8C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="00011F91">
        <w:rPr>
          <w:rFonts w:asciiTheme="minorHAnsi" w:hAnsiTheme="minorHAnsi" w:cstheme="minorHAnsi"/>
          <w:sz w:val="22"/>
          <w:szCs w:val="22"/>
        </w:rPr>
        <w:t>boot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31AD9">
        <w:rPr>
          <w:rFonts w:asciiTheme="minorHAnsi" w:hAnsiTheme="minorHAnsi" w:cstheme="minorHAnsi"/>
          <w:sz w:val="22"/>
          <w:szCs w:val="22"/>
        </w:rPr>
        <w:t xml:space="preserve">is voor risico van Verkoper in de periode tussen het sluiten van deze overeenkomst en de genoemde leverdatum in Artikel </w:t>
      </w:r>
      <w:r w:rsidR="00011F91">
        <w:rPr>
          <w:rFonts w:asciiTheme="minorHAnsi" w:hAnsiTheme="minorHAnsi" w:cstheme="minorHAnsi"/>
          <w:sz w:val="22"/>
          <w:szCs w:val="22"/>
        </w:rPr>
        <w:t>4</w:t>
      </w:r>
      <w:r w:rsidRPr="00731AD9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De </w:t>
      </w:r>
      <w:r w:rsidR="00011F91">
        <w:rPr>
          <w:rFonts w:asciiTheme="minorHAnsi" w:hAnsiTheme="minorHAnsi" w:cstheme="minorHAnsi"/>
          <w:sz w:val="22"/>
          <w:szCs w:val="22"/>
        </w:rPr>
        <w:t>boot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31AD9">
        <w:rPr>
          <w:rFonts w:asciiTheme="minorHAnsi" w:hAnsiTheme="minorHAnsi" w:cstheme="minorHAnsi"/>
          <w:sz w:val="22"/>
          <w:szCs w:val="22"/>
        </w:rPr>
        <w:t xml:space="preserve">is voor risico van Koper vanaf de datum omschreven in Artikel </w:t>
      </w:r>
      <w:r w:rsidR="00011F91">
        <w:rPr>
          <w:rFonts w:asciiTheme="minorHAnsi" w:hAnsiTheme="minorHAnsi" w:cstheme="minorHAnsi"/>
          <w:sz w:val="22"/>
          <w:szCs w:val="22"/>
        </w:rPr>
        <w:t>4</w:t>
      </w:r>
      <w:r w:rsidRPr="00731AD9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Koper zal vanaf (datum) zelf verantwoordelijk zijn voor het afsluiten van de benodigde verzekeringen. </w:t>
      </w:r>
    </w:p>
    <w:p w14:paraId="15A11E5D" w14:textId="77777777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61168643" w14:textId="3F27E9BC" w:rsidR="007A5DF1" w:rsidRPr="00EE5624" w:rsidRDefault="007A5DF1" w:rsidP="007A5DF1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5624">
        <w:rPr>
          <w:rFonts w:asciiTheme="minorHAnsi" w:hAnsiTheme="minorHAnsi" w:cstheme="minorHAnsi"/>
          <w:b/>
          <w:bCs/>
          <w:sz w:val="22"/>
          <w:szCs w:val="22"/>
        </w:rPr>
        <w:t xml:space="preserve">Artikel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EE5624">
        <w:rPr>
          <w:rFonts w:asciiTheme="minorHAnsi" w:hAnsiTheme="minorHAnsi" w:cstheme="minorHAnsi"/>
          <w:b/>
          <w:bCs/>
          <w:sz w:val="22"/>
          <w:szCs w:val="22"/>
        </w:rPr>
        <w:t xml:space="preserve"> Garantie</w:t>
      </w:r>
    </w:p>
    <w:p w14:paraId="3829A62F" w14:textId="289D9B19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Op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="00011F91">
        <w:rPr>
          <w:rFonts w:asciiTheme="minorHAnsi" w:hAnsiTheme="minorHAnsi" w:cstheme="minorHAnsi"/>
          <w:sz w:val="22"/>
          <w:szCs w:val="22"/>
        </w:rPr>
        <w:t>boot</w:t>
      </w:r>
      <w:r>
        <w:rPr>
          <w:rFonts w:asciiTheme="minorHAnsi" w:hAnsiTheme="minorHAnsi" w:cstheme="minorHAnsi"/>
          <w:sz w:val="22"/>
          <w:szCs w:val="22"/>
        </w:rPr>
        <w:t xml:space="preserve"> zoals</w:t>
      </w:r>
      <w:r w:rsidRPr="00731AD9">
        <w:rPr>
          <w:rFonts w:asciiTheme="minorHAnsi" w:hAnsiTheme="minorHAnsi" w:cstheme="minorHAnsi"/>
          <w:sz w:val="22"/>
          <w:szCs w:val="22"/>
        </w:rPr>
        <w:t xml:space="preserve"> omschreven in Artikel 1 zit een garantieperiode van (duur garantie). Gedurende deze periode zal Verkoper voor zijn rekening alle gebreken herstellen voor zover zij te wijten zijn aan </w:t>
      </w:r>
      <w:r>
        <w:rPr>
          <w:rFonts w:asciiTheme="minorHAnsi" w:hAnsiTheme="minorHAnsi" w:cstheme="minorHAnsi"/>
          <w:sz w:val="22"/>
          <w:szCs w:val="22"/>
        </w:rPr>
        <w:t xml:space="preserve">(omschrijving voorwaarden garantie). </w:t>
      </w:r>
    </w:p>
    <w:p w14:paraId="30D93DDB" w14:textId="77777777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1926B9CD" w14:textId="77777777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3E695E">
        <w:rPr>
          <w:rFonts w:asciiTheme="minorHAnsi" w:hAnsiTheme="minorHAnsi" w:cstheme="minorHAnsi"/>
          <w:b/>
          <w:bCs/>
          <w:sz w:val="22"/>
          <w:szCs w:val="22"/>
        </w:rPr>
        <w:t>Artikel 8 Toepasselijk recht</w:t>
      </w:r>
    </w:p>
    <w:p w14:paraId="7DB2ACA2" w14:textId="77777777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>Op deze overeenkomst is Nederlands recht van toepassing.</w:t>
      </w:r>
    </w:p>
    <w:p w14:paraId="4A95C7C6" w14:textId="77777777" w:rsidR="007A5DF1" w:rsidRDefault="007A5DF1" w:rsidP="007A5DF1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F1DD9C2" w14:textId="77777777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3E695E">
        <w:rPr>
          <w:rFonts w:asciiTheme="minorHAnsi" w:hAnsiTheme="minorHAnsi" w:cstheme="minorHAnsi"/>
          <w:b/>
          <w:bCs/>
          <w:sz w:val="22"/>
          <w:szCs w:val="22"/>
        </w:rPr>
        <w:lastRenderedPageBreak/>
        <w:t>Artikel 9 Geschillen</w:t>
      </w:r>
    </w:p>
    <w:p w14:paraId="6737D7B8" w14:textId="77777777" w:rsidR="007A5DF1" w:rsidRPr="00731AD9" w:rsidRDefault="007A5DF1" w:rsidP="007A5DF1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Alle mogelijke rechtsgeschillen die uit deze overeenkomst voortvloeien, zullen worden beslecht door de arrondissementsrechtbank in de woonplaats van Verkoper. </w:t>
      </w:r>
    </w:p>
    <w:p w14:paraId="3873FD21" w14:textId="77777777" w:rsidR="007A5DF1" w:rsidRPr="00F02137" w:rsidRDefault="007A5DF1" w:rsidP="00F02137">
      <w:pPr>
        <w:rPr>
          <w:rFonts w:asciiTheme="minorHAnsi" w:hAnsiTheme="minorHAnsi" w:cstheme="minorHAnsi"/>
          <w:sz w:val="22"/>
          <w:szCs w:val="22"/>
        </w:rPr>
      </w:pPr>
    </w:p>
    <w:p w14:paraId="66BAA5EE" w14:textId="3689B3D5" w:rsidR="00F02137" w:rsidRPr="00F02137" w:rsidRDefault="00A64048" w:rsidP="00F0213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Aldus i</w:t>
      </w:r>
      <w:r w:rsidR="00F02137" w:rsidRPr="00F02137">
        <w:rPr>
          <w:rFonts w:asciiTheme="minorHAnsi" w:hAnsiTheme="minorHAnsi" w:cstheme="minorHAnsi"/>
          <w:sz w:val="22"/>
          <w:szCs w:val="22"/>
        </w:rPr>
        <w:t>n tweevoud opgemaakt en getekend te (plaats), op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02137" w:rsidRPr="00F02137">
        <w:rPr>
          <w:rFonts w:asciiTheme="minorHAnsi" w:hAnsiTheme="minorHAnsi" w:cstheme="minorHAnsi"/>
          <w:sz w:val="22"/>
          <w:szCs w:val="22"/>
        </w:rPr>
        <w:t>(datum),</w:t>
      </w:r>
    </w:p>
    <w:p w14:paraId="217C930C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4322094D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0BCBB5ED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  <w:r w:rsidRPr="00F02137">
        <w:rPr>
          <w:rFonts w:asciiTheme="minorHAnsi" w:hAnsiTheme="minorHAnsi" w:cstheme="minorHAnsi"/>
          <w:sz w:val="22"/>
          <w:szCs w:val="22"/>
        </w:rPr>
        <w:t>Handtekening                                                                 Handtekening</w:t>
      </w:r>
    </w:p>
    <w:p w14:paraId="210F0E9B" w14:textId="77777777" w:rsidR="00F02137" w:rsidRPr="00F02137" w:rsidRDefault="00F02137" w:rsidP="00F02137">
      <w:pPr>
        <w:rPr>
          <w:rFonts w:asciiTheme="minorHAnsi" w:hAnsiTheme="minorHAnsi" w:cstheme="minorHAnsi"/>
          <w:sz w:val="22"/>
          <w:szCs w:val="22"/>
        </w:rPr>
      </w:pPr>
    </w:p>
    <w:p w14:paraId="684F6DA7" w14:textId="59B00B0D" w:rsidR="00875644" w:rsidRPr="00F02137" w:rsidRDefault="00F02137" w:rsidP="00F02137">
      <w:r w:rsidRPr="00F02137">
        <w:rPr>
          <w:rFonts w:asciiTheme="minorHAnsi" w:hAnsiTheme="minorHAnsi" w:cstheme="minorHAnsi"/>
          <w:sz w:val="22"/>
          <w:szCs w:val="22"/>
        </w:rPr>
        <w:t>Naam verkoper                                                               Naam Koper</w:t>
      </w:r>
    </w:p>
    <w:sectPr w:rsidR="00875644" w:rsidRPr="00F02137" w:rsidSect="005C3807">
      <w:headerReference w:type="default" r:id="rId8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7BA4" w14:textId="77777777" w:rsidR="00067DC5" w:rsidRDefault="00067DC5" w:rsidP="00B34D13">
      <w:r>
        <w:separator/>
      </w:r>
    </w:p>
  </w:endnote>
  <w:endnote w:type="continuationSeparator" w:id="0">
    <w:p w14:paraId="67E30AAE" w14:textId="77777777" w:rsidR="00067DC5" w:rsidRDefault="00067DC5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958E4" w14:textId="77777777" w:rsidR="00067DC5" w:rsidRDefault="00067DC5" w:rsidP="00B34D13">
      <w:r>
        <w:separator/>
      </w:r>
    </w:p>
  </w:footnote>
  <w:footnote w:type="continuationSeparator" w:id="0">
    <w:p w14:paraId="59098273" w14:textId="77777777" w:rsidR="00067DC5" w:rsidRDefault="00067DC5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A65D2"/>
    <w:multiLevelType w:val="hybridMultilevel"/>
    <w:tmpl w:val="E9C007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5"/>
  </w:num>
  <w:num w:numId="2" w16cid:durableId="1647514218">
    <w:abstractNumId w:val="6"/>
  </w:num>
  <w:num w:numId="3" w16cid:durableId="1315375980">
    <w:abstractNumId w:val="7"/>
  </w:num>
  <w:num w:numId="4" w16cid:durableId="1229001478">
    <w:abstractNumId w:val="2"/>
  </w:num>
  <w:num w:numId="5" w16cid:durableId="825124261">
    <w:abstractNumId w:val="8"/>
  </w:num>
  <w:num w:numId="6" w16cid:durableId="1118639855">
    <w:abstractNumId w:val="4"/>
  </w:num>
  <w:num w:numId="7" w16cid:durableId="1270694835">
    <w:abstractNumId w:val="3"/>
  </w:num>
  <w:num w:numId="8" w16cid:durableId="2090416819">
    <w:abstractNumId w:val="0"/>
  </w:num>
  <w:num w:numId="9" w16cid:durableId="1007097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11F91"/>
    <w:rsid w:val="00024F43"/>
    <w:rsid w:val="00067DC5"/>
    <w:rsid w:val="000D2BDA"/>
    <w:rsid w:val="0023303D"/>
    <w:rsid w:val="00290FE1"/>
    <w:rsid w:val="002A42E0"/>
    <w:rsid w:val="002B7BEB"/>
    <w:rsid w:val="003E695E"/>
    <w:rsid w:val="00411C2B"/>
    <w:rsid w:val="004428F8"/>
    <w:rsid w:val="004C106F"/>
    <w:rsid w:val="005B05D5"/>
    <w:rsid w:val="005C3807"/>
    <w:rsid w:val="00690CFB"/>
    <w:rsid w:val="00731AD9"/>
    <w:rsid w:val="007339A3"/>
    <w:rsid w:val="007650F5"/>
    <w:rsid w:val="007A5DF1"/>
    <w:rsid w:val="007D1A2B"/>
    <w:rsid w:val="008144C9"/>
    <w:rsid w:val="00875644"/>
    <w:rsid w:val="009A3F58"/>
    <w:rsid w:val="00A55C16"/>
    <w:rsid w:val="00A64048"/>
    <w:rsid w:val="00AD2CF6"/>
    <w:rsid w:val="00B34D13"/>
    <w:rsid w:val="00B4175E"/>
    <w:rsid w:val="00C01B6D"/>
    <w:rsid w:val="00C7253D"/>
    <w:rsid w:val="00D042E5"/>
    <w:rsid w:val="00D23136"/>
    <w:rsid w:val="00D61388"/>
    <w:rsid w:val="00E643CA"/>
    <w:rsid w:val="00ED2633"/>
    <w:rsid w:val="00EE5624"/>
    <w:rsid w:val="00F02137"/>
    <w:rsid w:val="00F33239"/>
    <w:rsid w:val="00FF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3966B-7899-4AB0-BF72-0D5BFC52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6</TotalTime>
  <Pages>2</Pages>
  <Words>405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10</cp:revision>
  <cp:lastPrinted>2000-04-04T07:06:00Z</cp:lastPrinted>
  <dcterms:created xsi:type="dcterms:W3CDTF">2023-02-02T12:32:00Z</dcterms:created>
  <dcterms:modified xsi:type="dcterms:W3CDTF">2023-02-02T12:38:00Z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