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D306D" w14:textId="77777777" w:rsidR="00731AD9" w:rsidRPr="00411C2B" w:rsidRDefault="00731AD9" w:rsidP="00D23136">
      <w:pPr>
        <w:pStyle w:val="Geenafstand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11C2B">
        <w:rPr>
          <w:rFonts w:asciiTheme="minorHAnsi" w:hAnsiTheme="minorHAnsi" w:cstheme="minorHAnsi"/>
          <w:b/>
          <w:bCs/>
          <w:sz w:val="22"/>
          <w:szCs w:val="22"/>
        </w:rPr>
        <w:t>Voorbeeld Koopovereenkomst</w:t>
      </w:r>
    </w:p>
    <w:p w14:paraId="114290A2" w14:textId="77777777" w:rsidR="00731AD9" w:rsidRDefault="00731AD9" w:rsidP="00D23136">
      <w:pPr>
        <w:pStyle w:val="Geenafstand"/>
        <w:jc w:val="both"/>
        <w:rPr>
          <w:rFonts w:asciiTheme="minorHAnsi" w:hAnsiTheme="minorHAnsi" w:cstheme="minorHAnsi"/>
          <w:sz w:val="22"/>
          <w:szCs w:val="22"/>
        </w:rPr>
      </w:pPr>
    </w:p>
    <w:p w14:paraId="3E36442E" w14:textId="5F76BF38" w:rsidR="00731AD9" w:rsidRPr="00731AD9" w:rsidRDefault="00731AD9" w:rsidP="00D23136">
      <w:pPr>
        <w:pStyle w:val="Geenafstand"/>
        <w:jc w:val="both"/>
        <w:rPr>
          <w:rFonts w:asciiTheme="minorHAnsi" w:hAnsiTheme="minorHAnsi" w:cstheme="minorHAnsi"/>
          <w:sz w:val="22"/>
          <w:szCs w:val="22"/>
        </w:rPr>
      </w:pPr>
      <w:r w:rsidRPr="00731AD9">
        <w:rPr>
          <w:rFonts w:asciiTheme="minorHAnsi" w:hAnsiTheme="minorHAnsi" w:cstheme="minorHAnsi"/>
          <w:sz w:val="22"/>
          <w:szCs w:val="22"/>
        </w:rPr>
        <w:t>De ondergetekenden:</w:t>
      </w:r>
    </w:p>
    <w:p w14:paraId="020CB706" w14:textId="679441C9" w:rsidR="00731AD9" w:rsidRDefault="00731AD9" w:rsidP="00D23136">
      <w:pPr>
        <w:pStyle w:val="Geenafstand"/>
        <w:jc w:val="both"/>
        <w:rPr>
          <w:rFonts w:asciiTheme="minorHAnsi" w:hAnsiTheme="minorHAnsi" w:cstheme="minorHAnsi"/>
          <w:sz w:val="22"/>
          <w:szCs w:val="22"/>
        </w:rPr>
      </w:pPr>
      <w:r w:rsidRPr="00731AD9">
        <w:rPr>
          <w:rFonts w:asciiTheme="minorHAnsi" w:hAnsiTheme="minorHAnsi" w:cstheme="minorHAnsi"/>
          <w:sz w:val="22"/>
          <w:szCs w:val="22"/>
        </w:rPr>
        <w:t>Verkoper: Naam, straat en huisnummer, postcode en plaats, hierna te noemen Verkoper,</w:t>
      </w:r>
    </w:p>
    <w:p w14:paraId="2684366E" w14:textId="77777777" w:rsidR="003E695E" w:rsidRPr="00731AD9" w:rsidRDefault="003E695E" w:rsidP="00D23136">
      <w:pPr>
        <w:pStyle w:val="Geenafstand"/>
        <w:jc w:val="both"/>
        <w:rPr>
          <w:rFonts w:asciiTheme="minorHAnsi" w:hAnsiTheme="minorHAnsi" w:cstheme="minorHAnsi"/>
          <w:sz w:val="22"/>
          <w:szCs w:val="22"/>
        </w:rPr>
      </w:pPr>
    </w:p>
    <w:p w14:paraId="7A175765" w14:textId="06618F1B" w:rsidR="00731AD9" w:rsidRDefault="003E695E" w:rsidP="00D23136">
      <w:pPr>
        <w:pStyle w:val="Geenafstand"/>
        <w:jc w:val="both"/>
        <w:rPr>
          <w:rFonts w:asciiTheme="minorHAnsi" w:hAnsiTheme="minorHAnsi" w:cstheme="minorHAnsi"/>
          <w:sz w:val="22"/>
          <w:szCs w:val="22"/>
        </w:rPr>
      </w:pPr>
      <w:r w:rsidRPr="00731AD9">
        <w:rPr>
          <w:rFonts w:asciiTheme="minorHAnsi" w:hAnsiTheme="minorHAnsi" w:cstheme="minorHAnsi"/>
          <w:sz w:val="22"/>
          <w:szCs w:val="22"/>
        </w:rPr>
        <w:t>E</w:t>
      </w:r>
      <w:r w:rsidR="00731AD9" w:rsidRPr="00731AD9">
        <w:rPr>
          <w:rFonts w:asciiTheme="minorHAnsi" w:hAnsiTheme="minorHAnsi" w:cstheme="minorHAnsi"/>
          <w:sz w:val="22"/>
          <w:szCs w:val="22"/>
        </w:rPr>
        <w:t>n</w:t>
      </w:r>
    </w:p>
    <w:p w14:paraId="72B375ED" w14:textId="77777777" w:rsidR="003E695E" w:rsidRPr="00731AD9" w:rsidRDefault="003E695E" w:rsidP="00D23136">
      <w:pPr>
        <w:pStyle w:val="Geenafstand"/>
        <w:jc w:val="both"/>
        <w:rPr>
          <w:rFonts w:asciiTheme="minorHAnsi" w:hAnsiTheme="minorHAnsi" w:cstheme="minorHAnsi"/>
          <w:sz w:val="22"/>
          <w:szCs w:val="22"/>
        </w:rPr>
      </w:pPr>
    </w:p>
    <w:p w14:paraId="6C80B546" w14:textId="77777777" w:rsidR="00731AD9" w:rsidRPr="00731AD9" w:rsidRDefault="00731AD9" w:rsidP="00D23136">
      <w:pPr>
        <w:pStyle w:val="Geenafstand"/>
        <w:jc w:val="both"/>
        <w:rPr>
          <w:rFonts w:asciiTheme="minorHAnsi" w:hAnsiTheme="minorHAnsi" w:cstheme="minorHAnsi"/>
          <w:sz w:val="22"/>
          <w:szCs w:val="22"/>
        </w:rPr>
      </w:pPr>
      <w:r w:rsidRPr="00731AD9">
        <w:rPr>
          <w:rFonts w:asciiTheme="minorHAnsi" w:hAnsiTheme="minorHAnsi" w:cstheme="minorHAnsi"/>
          <w:sz w:val="22"/>
          <w:szCs w:val="22"/>
        </w:rPr>
        <w:t xml:space="preserve">Koper: Naam, straat en huisnummer, postcode en plaats, hierna te noemen Koper,  </w:t>
      </w:r>
    </w:p>
    <w:p w14:paraId="20B73ABD" w14:textId="77777777" w:rsidR="00731AD9" w:rsidRPr="00731AD9" w:rsidRDefault="00731AD9" w:rsidP="00D23136">
      <w:pPr>
        <w:pStyle w:val="Geenafstand"/>
        <w:jc w:val="both"/>
        <w:rPr>
          <w:rFonts w:asciiTheme="minorHAnsi" w:hAnsiTheme="minorHAnsi" w:cstheme="minorHAnsi"/>
          <w:sz w:val="22"/>
          <w:szCs w:val="22"/>
        </w:rPr>
      </w:pPr>
    </w:p>
    <w:p w14:paraId="30552553" w14:textId="77777777" w:rsidR="00731AD9" w:rsidRPr="00731AD9" w:rsidRDefault="00731AD9" w:rsidP="00D23136">
      <w:pPr>
        <w:pStyle w:val="Geenafstand"/>
        <w:jc w:val="both"/>
        <w:rPr>
          <w:rFonts w:asciiTheme="minorHAnsi" w:hAnsiTheme="minorHAnsi" w:cstheme="minorHAnsi"/>
          <w:sz w:val="22"/>
          <w:szCs w:val="22"/>
        </w:rPr>
      </w:pPr>
    </w:p>
    <w:p w14:paraId="1CFC241D" w14:textId="77777777" w:rsidR="00731AD9" w:rsidRPr="00411C2B" w:rsidRDefault="00731AD9" w:rsidP="00D23136">
      <w:pPr>
        <w:pStyle w:val="Geenafstand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11C2B">
        <w:rPr>
          <w:rFonts w:asciiTheme="minorHAnsi" w:hAnsiTheme="minorHAnsi" w:cstheme="minorHAnsi"/>
          <w:b/>
          <w:bCs/>
          <w:sz w:val="22"/>
          <w:szCs w:val="22"/>
        </w:rPr>
        <w:t>Zijn als volgt overeengekomen:</w:t>
      </w:r>
    </w:p>
    <w:p w14:paraId="10022FF9" w14:textId="77777777" w:rsidR="00731AD9" w:rsidRPr="00731AD9" w:rsidRDefault="00731AD9" w:rsidP="00D23136">
      <w:pPr>
        <w:pStyle w:val="Geenafstand"/>
        <w:jc w:val="both"/>
        <w:rPr>
          <w:rFonts w:asciiTheme="minorHAnsi" w:hAnsiTheme="minorHAnsi" w:cstheme="minorHAnsi"/>
          <w:sz w:val="22"/>
          <w:szCs w:val="22"/>
        </w:rPr>
      </w:pPr>
    </w:p>
    <w:p w14:paraId="3EF72937" w14:textId="77777777" w:rsidR="00731AD9" w:rsidRPr="00731AD9" w:rsidRDefault="00731AD9" w:rsidP="00D23136">
      <w:pPr>
        <w:pStyle w:val="Geenafstand"/>
        <w:jc w:val="both"/>
        <w:rPr>
          <w:rFonts w:asciiTheme="minorHAnsi" w:hAnsiTheme="minorHAnsi" w:cstheme="minorHAnsi"/>
          <w:sz w:val="22"/>
          <w:szCs w:val="22"/>
        </w:rPr>
      </w:pPr>
    </w:p>
    <w:p w14:paraId="1431EEDA" w14:textId="77777777" w:rsidR="00731AD9" w:rsidRPr="00411C2B" w:rsidRDefault="00731AD9" w:rsidP="00D23136">
      <w:pPr>
        <w:pStyle w:val="Geenafstand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11C2B">
        <w:rPr>
          <w:rFonts w:asciiTheme="minorHAnsi" w:hAnsiTheme="minorHAnsi" w:cstheme="minorHAnsi"/>
          <w:b/>
          <w:bCs/>
          <w:sz w:val="22"/>
          <w:szCs w:val="22"/>
        </w:rPr>
        <w:t>Artikel 1. Omschrijving Product</w:t>
      </w:r>
    </w:p>
    <w:p w14:paraId="42889B46" w14:textId="41FFF87E" w:rsidR="00731AD9" w:rsidRPr="00731AD9" w:rsidRDefault="00731AD9" w:rsidP="00D23136">
      <w:pPr>
        <w:pStyle w:val="Geenafstand"/>
        <w:jc w:val="both"/>
        <w:rPr>
          <w:rFonts w:asciiTheme="minorHAnsi" w:hAnsiTheme="minorHAnsi" w:cstheme="minorHAnsi"/>
          <w:sz w:val="22"/>
          <w:szCs w:val="22"/>
        </w:rPr>
      </w:pPr>
      <w:r w:rsidRPr="00731AD9">
        <w:rPr>
          <w:rFonts w:asciiTheme="minorHAnsi" w:hAnsiTheme="minorHAnsi" w:cstheme="minorHAnsi"/>
          <w:sz w:val="22"/>
          <w:szCs w:val="22"/>
        </w:rPr>
        <w:t xml:space="preserve">De Verkoper verkoopt </w:t>
      </w:r>
      <w:r w:rsidR="007B56D7">
        <w:rPr>
          <w:rFonts w:asciiTheme="minorHAnsi" w:hAnsiTheme="minorHAnsi" w:cstheme="minorHAnsi"/>
          <w:sz w:val="22"/>
          <w:szCs w:val="22"/>
        </w:rPr>
        <w:t xml:space="preserve">een auto </w:t>
      </w:r>
      <w:r w:rsidRPr="00731AD9">
        <w:rPr>
          <w:rFonts w:asciiTheme="minorHAnsi" w:hAnsiTheme="minorHAnsi" w:cstheme="minorHAnsi"/>
          <w:sz w:val="22"/>
          <w:szCs w:val="22"/>
        </w:rPr>
        <w:t>aan de Koper</w:t>
      </w:r>
      <w:r w:rsidR="007B56D7">
        <w:rPr>
          <w:rFonts w:asciiTheme="minorHAnsi" w:hAnsiTheme="minorHAnsi" w:cstheme="minorHAnsi"/>
          <w:sz w:val="22"/>
          <w:szCs w:val="22"/>
        </w:rPr>
        <w:t xml:space="preserve"> met kenteken (kenteken), Type (Merk, model, specificaties)</w:t>
      </w:r>
      <w:r w:rsidRPr="00731AD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E7B9CA6" w14:textId="77777777" w:rsidR="00731AD9" w:rsidRPr="00731AD9" w:rsidRDefault="00731AD9" w:rsidP="00D23136">
      <w:pPr>
        <w:pStyle w:val="Geenafstand"/>
        <w:jc w:val="both"/>
        <w:rPr>
          <w:rFonts w:asciiTheme="minorHAnsi" w:hAnsiTheme="minorHAnsi" w:cstheme="minorHAnsi"/>
          <w:sz w:val="22"/>
          <w:szCs w:val="22"/>
        </w:rPr>
      </w:pPr>
    </w:p>
    <w:p w14:paraId="23F329C4" w14:textId="247BDFA6" w:rsidR="00731AD9" w:rsidRPr="00731AD9" w:rsidRDefault="00731AD9" w:rsidP="00D23136">
      <w:pPr>
        <w:pStyle w:val="Geenafstand"/>
        <w:jc w:val="both"/>
        <w:rPr>
          <w:rFonts w:asciiTheme="minorHAnsi" w:hAnsiTheme="minorHAnsi" w:cstheme="minorHAnsi"/>
          <w:sz w:val="22"/>
          <w:szCs w:val="22"/>
        </w:rPr>
      </w:pPr>
      <w:r w:rsidRPr="00411C2B">
        <w:rPr>
          <w:rFonts w:asciiTheme="minorHAnsi" w:hAnsiTheme="minorHAnsi" w:cstheme="minorHAnsi"/>
          <w:b/>
          <w:bCs/>
          <w:sz w:val="22"/>
          <w:szCs w:val="22"/>
        </w:rPr>
        <w:t>Artikel 2 Prijs</w:t>
      </w:r>
    </w:p>
    <w:p w14:paraId="429608D6" w14:textId="14C7AAF2" w:rsidR="00731AD9" w:rsidRPr="00731AD9" w:rsidRDefault="00731AD9" w:rsidP="00D23136">
      <w:pPr>
        <w:pStyle w:val="Geenafstand"/>
        <w:jc w:val="both"/>
        <w:rPr>
          <w:rFonts w:asciiTheme="minorHAnsi" w:hAnsiTheme="minorHAnsi" w:cstheme="minorHAnsi"/>
          <w:sz w:val="22"/>
          <w:szCs w:val="22"/>
        </w:rPr>
      </w:pPr>
      <w:r w:rsidRPr="00731AD9">
        <w:rPr>
          <w:rFonts w:asciiTheme="minorHAnsi" w:hAnsiTheme="minorHAnsi" w:cstheme="minorHAnsi"/>
          <w:sz w:val="22"/>
          <w:szCs w:val="22"/>
        </w:rPr>
        <w:t xml:space="preserve">De Koper betaalt voor </w:t>
      </w:r>
      <w:r w:rsidR="007B56D7">
        <w:rPr>
          <w:rFonts w:asciiTheme="minorHAnsi" w:hAnsiTheme="minorHAnsi" w:cstheme="minorHAnsi"/>
          <w:sz w:val="22"/>
          <w:szCs w:val="22"/>
        </w:rPr>
        <w:t xml:space="preserve">de auto </w:t>
      </w:r>
      <w:r w:rsidRPr="00731AD9">
        <w:rPr>
          <w:rFonts w:asciiTheme="minorHAnsi" w:hAnsiTheme="minorHAnsi" w:cstheme="minorHAnsi"/>
          <w:sz w:val="22"/>
          <w:szCs w:val="22"/>
        </w:rPr>
        <w:t xml:space="preserve">zoals omschreven in Artikel 1 een prijs van: (prijs product inclusief BTW). </w:t>
      </w:r>
      <w:r w:rsidR="00FF2073">
        <w:rPr>
          <w:rFonts w:asciiTheme="minorHAnsi" w:hAnsiTheme="minorHAnsi" w:cstheme="minorHAnsi"/>
          <w:sz w:val="22"/>
          <w:szCs w:val="22"/>
        </w:rPr>
        <w:br/>
      </w:r>
      <w:r w:rsidRPr="00731AD9">
        <w:rPr>
          <w:rFonts w:asciiTheme="minorHAnsi" w:hAnsiTheme="minorHAnsi" w:cstheme="minorHAnsi"/>
          <w:sz w:val="22"/>
          <w:szCs w:val="22"/>
        </w:rPr>
        <w:t>Deze prijs wordt contant voldaan op de dag van de levering</w:t>
      </w:r>
      <w:r w:rsidR="00FF2073">
        <w:rPr>
          <w:rFonts w:asciiTheme="minorHAnsi" w:hAnsiTheme="minorHAnsi" w:cstheme="minorHAnsi"/>
          <w:sz w:val="22"/>
          <w:szCs w:val="22"/>
        </w:rPr>
        <w:t>/ Deze prijs wordt d.d. (datum) voldaan op rekeningnummer (IBAN nummer) t.a.v. (naam rekeninghouder)</w:t>
      </w:r>
    </w:p>
    <w:p w14:paraId="0C48C070" w14:textId="77777777" w:rsidR="00731AD9" w:rsidRPr="00731AD9" w:rsidRDefault="00731AD9" w:rsidP="00D23136">
      <w:pPr>
        <w:pStyle w:val="Geenafstand"/>
        <w:jc w:val="both"/>
        <w:rPr>
          <w:rFonts w:asciiTheme="minorHAnsi" w:hAnsiTheme="minorHAnsi" w:cstheme="minorHAnsi"/>
          <w:sz w:val="22"/>
          <w:szCs w:val="22"/>
        </w:rPr>
      </w:pPr>
    </w:p>
    <w:p w14:paraId="5E0B2D40" w14:textId="77777777" w:rsidR="00731AD9" w:rsidRPr="00FF2073" w:rsidRDefault="00731AD9" w:rsidP="00D23136">
      <w:pPr>
        <w:pStyle w:val="Geenafstand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F2073">
        <w:rPr>
          <w:rFonts w:asciiTheme="minorHAnsi" w:hAnsiTheme="minorHAnsi" w:cstheme="minorHAnsi"/>
          <w:b/>
          <w:bCs/>
          <w:sz w:val="22"/>
          <w:szCs w:val="22"/>
        </w:rPr>
        <w:t>Artikel 3 Levering</w:t>
      </w:r>
    </w:p>
    <w:p w14:paraId="74AB7B9B" w14:textId="08BB8C1A" w:rsidR="00731AD9" w:rsidRPr="00731AD9" w:rsidRDefault="000A700D" w:rsidP="00D23136">
      <w:pPr>
        <w:pStyle w:val="Geenafstan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De auto </w:t>
      </w:r>
      <w:r w:rsidR="00731AD9" w:rsidRPr="00731AD9">
        <w:rPr>
          <w:rFonts w:asciiTheme="minorHAnsi" w:hAnsiTheme="minorHAnsi" w:cstheme="minorHAnsi"/>
          <w:sz w:val="22"/>
          <w:szCs w:val="22"/>
        </w:rPr>
        <w:t xml:space="preserve">zoals omschreven in Artikel 1 wordt door Verkoper geleverd aan Koper op (datum van de levering). </w:t>
      </w:r>
      <w:r w:rsidR="000F7254">
        <w:rPr>
          <w:rFonts w:asciiTheme="minorHAnsi" w:hAnsiTheme="minorHAnsi" w:cstheme="minorHAnsi"/>
          <w:sz w:val="22"/>
          <w:szCs w:val="22"/>
        </w:rPr>
        <w:t xml:space="preserve">Op deze dag (datum) wordt de auto overgeschreven op naam van (naam). </w:t>
      </w:r>
    </w:p>
    <w:p w14:paraId="4FF3A85F" w14:textId="77777777" w:rsidR="00731AD9" w:rsidRPr="00731AD9" w:rsidRDefault="00731AD9" w:rsidP="00D23136">
      <w:pPr>
        <w:pStyle w:val="Geenafstand"/>
        <w:jc w:val="both"/>
        <w:rPr>
          <w:rFonts w:asciiTheme="minorHAnsi" w:hAnsiTheme="minorHAnsi" w:cstheme="minorHAnsi"/>
          <w:sz w:val="22"/>
          <w:szCs w:val="22"/>
        </w:rPr>
      </w:pPr>
    </w:p>
    <w:p w14:paraId="7D6093C6" w14:textId="77777777" w:rsidR="00731AD9" w:rsidRPr="00EE5624" w:rsidRDefault="00731AD9" w:rsidP="00D23136">
      <w:pPr>
        <w:pStyle w:val="Geenafstand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E5624">
        <w:rPr>
          <w:rFonts w:asciiTheme="minorHAnsi" w:hAnsiTheme="minorHAnsi" w:cstheme="minorHAnsi"/>
          <w:b/>
          <w:bCs/>
          <w:sz w:val="22"/>
          <w:szCs w:val="22"/>
        </w:rPr>
        <w:t>Artikel 4 Overmacht</w:t>
      </w:r>
    </w:p>
    <w:p w14:paraId="38FC1688" w14:textId="77777777" w:rsidR="00731AD9" w:rsidRPr="00731AD9" w:rsidRDefault="00731AD9" w:rsidP="00D23136">
      <w:pPr>
        <w:pStyle w:val="Geenafstand"/>
        <w:jc w:val="both"/>
        <w:rPr>
          <w:rFonts w:asciiTheme="minorHAnsi" w:hAnsiTheme="minorHAnsi" w:cstheme="minorHAnsi"/>
          <w:sz w:val="22"/>
          <w:szCs w:val="22"/>
        </w:rPr>
      </w:pPr>
      <w:r w:rsidRPr="00731AD9">
        <w:rPr>
          <w:rFonts w:asciiTheme="minorHAnsi" w:hAnsiTheme="minorHAnsi" w:cstheme="minorHAnsi"/>
          <w:sz w:val="22"/>
          <w:szCs w:val="22"/>
        </w:rPr>
        <w:t xml:space="preserve">In geval van overmacht worden de afspraken gemaakt in deze overeenkomst opgeschort voor de duur van de overmacht, zonder dat partijen over en weer tot enige schadevergoeding gehouden zijn. </w:t>
      </w:r>
    </w:p>
    <w:p w14:paraId="39F92D1C" w14:textId="77777777" w:rsidR="00731AD9" w:rsidRPr="00731AD9" w:rsidRDefault="00731AD9" w:rsidP="00D23136">
      <w:pPr>
        <w:pStyle w:val="Geenafstand"/>
        <w:jc w:val="both"/>
        <w:rPr>
          <w:rFonts w:asciiTheme="minorHAnsi" w:hAnsiTheme="minorHAnsi" w:cstheme="minorHAnsi"/>
          <w:sz w:val="22"/>
          <w:szCs w:val="22"/>
        </w:rPr>
      </w:pPr>
    </w:p>
    <w:p w14:paraId="3966D0FC" w14:textId="77777777" w:rsidR="00731AD9" w:rsidRPr="00EE5624" w:rsidRDefault="00731AD9" w:rsidP="00D23136">
      <w:pPr>
        <w:pStyle w:val="Geenafstand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E5624">
        <w:rPr>
          <w:rFonts w:asciiTheme="minorHAnsi" w:hAnsiTheme="minorHAnsi" w:cstheme="minorHAnsi"/>
          <w:b/>
          <w:bCs/>
          <w:sz w:val="22"/>
          <w:szCs w:val="22"/>
        </w:rPr>
        <w:t>Artikel 5 Risico</w:t>
      </w:r>
    </w:p>
    <w:p w14:paraId="7911DF76" w14:textId="022D9781" w:rsidR="00731AD9" w:rsidRPr="00731AD9" w:rsidRDefault="000A700D" w:rsidP="00D23136">
      <w:pPr>
        <w:pStyle w:val="Geenafstan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De auto </w:t>
      </w:r>
      <w:r w:rsidR="00731AD9" w:rsidRPr="00731AD9">
        <w:rPr>
          <w:rFonts w:asciiTheme="minorHAnsi" w:hAnsiTheme="minorHAnsi" w:cstheme="minorHAnsi"/>
          <w:sz w:val="22"/>
          <w:szCs w:val="22"/>
        </w:rPr>
        <w:t xml:space="preserve">is voor risico van Verkoper in de periode tussen het sluiten van deze overeenkomst en de genoemde leverdatum in Artikel 3. </w:t>
      </w:r>
      <w:r w:rsidR="00EE5624">
        <w:rPr>
          <w:rFonts w:asciiTheme="minorHAnsi" w:hAnsiTheme="minorHAnsi" w:cstheme="minorHAnsi"/>
          <w:sz w:val="22"/>
          <w:szCs w:val="22"/>
        </w:rPr>
        <w:t xml:space="preserve"> </w:t>
      </w:r>
      <w:r w:rsidR="000F7254">
        <w:rPr>
          <w:rFonts w:asciiTheme="minorHAnsi" w:hAnsiTheme="minorHAnsi" w:cstheme="minorHAnsi"/>
          <w:sz w:val="22"/>
          <w:szCs w:val="22"/>
        </w:rPr>
        <w:t xml:space="preserve">De auto </w:t>
      </w:r>
      <w:r w:rsidR="00731AD9" w:rsidRPr="00731AD9">
        <w:rPr>
          <w:rFonts w:asciiTheme="minorHAnsi" w:hAnsiTheme="minorHAnsi" w:cstheme="minorHAnsi"/>
          <w:sz w:val="22"/>
          <w:szCs w:val="22"/>
        </w:rPr>
        <w:t xml:space="preserve">is voor risico van Koper vanaf de datum omschreven in Artikel 3. </w:t>
      </w:r>
      <w:r w:rsidR="000F7254">
        <w:rPr>
          <w:rFonts w:asciiTheme="minorHAnsi" w:hAnsiTheme="minorHAnsi" w:cstheme="minorHAnsi"/>
          <w:sz w:val="22"/>
          <w:szCs w:val="22"/>
        </w:rPr>
        <w:t xml:space="preserve">Koper zal vanaf (datum) zelf verantwoordelijk zijn voor het afsluiten van de benodigde verzekeringen. </w:t>
      </w:r>
    </w:p>
    <w:p w14:paraId="248C91B4" w14:textId="77777777" w:rsidR="00731AD9" w:rsidRPr="00731AD9" w:rsidRDefault="00731AD9" w:rsidP="00D23136">
      <w:pPr>
        <w:pStyle w:val="Geenafstand"/>
        <w:jc w:val="both"/>
        <w:rPr>
          <w:rFonts w:asciiTheme="minorHAnsi" w:hAnsiTheme="minorHAnsi" w:cstheme="minorHAnsi"/>
          <w:sz w:val="22"/>
          <w:szCs w:val="22"/>
        </w:rPr>
      </w:pPr>
    </w:p>
    <w:p w14:paraId="09A6507B" w14:textId="77777777" w:rsidR="00731AD9" w:rsidRPr="00EE5624" w:rsidRDefault="00731AD9" w:rsidP="00D23136">
      <w:pPr>
        <w:pStyle w:val="Geenafstand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E5624">
        <w:rPr>
          <w:rFonts w:asciiTheme="minorHAnsi" w:hAnsiTheme="minorHAnsi" w:cstheme="minorHAnsi"/>
          <w:b/>
          <w:bCs/>
          <w:sz w:val="22"/>
          <w:szCs w:val="22"/>
        </w:rPr>
        <w:t>Artikel 6 Garantie</w:t>
      </w:r>
    </w:p>
    <w:p w14:paraId="21B6F932" w14:textId="4B12F19A" w:rsidR="00731AD9" w:rsidRPr="00731AD9" w:rsidRDefault="00731AD9" w:rsidP="00D23136">
      <w:pPr>
        <w:pStyle w:val="Geenafstand"/>
        <w:jc w:val="both"/>
        <w:rPr>
          <w:rFonts w:asciiTheme="minorHAnsi" w:hAnsiTheme="minorHAnsi" w:cstheme="minorHAnsi"/>
          <w:sz w:val="22"/>
          <w:szCs w:val="22"/>
        </w:rPr>
      </w:pPr>
      <w:r w:rsidRPr="00731AD9">
        <w:rPr>
          <w:rFonts w:asciiTheme="minorHAnsi" w:hAnsiTheme="minorHAnsi" w:cstheme="minorHAnsi"/>
          <w:sz w:val="22"/>
          <w:szCs w:val="22"/>
        </w:rPr>
        <w:t xml:space="preserve">Op </w:t>
      </w:r>
      <w:r w:rsidR="000F7254">
        <w:rPr>
          <w:rFonts w:asciiTheme="minorHAnsi" w:hAnsiTheme="minorHAnsi" w:cstheme="minorHAnsi"/>
          <w:sz w:val="22"/>
          <w:szCs w:val="22"/>
        </w:rPr>
        <w:t>de auto zoals</w:t>
      </w:r>
      <w:r w:rsidRPr="00731AD9">
        <w:rPr>
          <w:rFonts w:asciiTheme="minorHAnsi" w:hAnsiTheme="minorHAnsi" w:cstheme="minorHAnsi"/>
          <w:sz w:val="22"/>
          <w:szCs w:val="22"/>
        </w:rPr>
        <w:t xml:space="preserve"> omschreven in Artikel 1 zit een garantieperiode van (duur garantie). Gedurende deze periode zal Verkoper voor zijn rekening alle gebreken herstellen voor zover zij te wijten zijn aan </w:t>
      </w:r>
      <w:r w:rsidR="00753C18">
        <w:rPr>
          <w:rFonts w:asciiTheme="minorHAnsi" w:hAnsiTheme="minorHAnsi" w:cstheme="minorHAnsi"/>
          <w:sz w:val="22"/>
          <w:szCs w:val="22"/>
        </w:rPr>
        <w:t xml:space="preserve">(omschrijving voorwaarden garantie). </w:t>
      </w:r>
    </w:p>
    <w:p w14:paraId="53959A14" w14:textId="77777777" w:rsidR="00731AD9" w:rsidRPr="00731AD9" w:rsidRDefault="00731AD9" w:rsidP="00D23136">
      <w:pPr>
        <w:pStyle w:val="Geenafstand"/>
        <w:jc w:val="both"/>
        <w:rPr>
          <w:rFonts w:asciiTheme="minorHAnsi" w:hAnsiTheme="minorHAnsi" w:cstheme="minorHAnsi"/>
          <w:sz w:val="22"/>
          <w:szCs w:val="22"/>
        </w:rPr>
      </w:pPr>
    </w:p>
    <w:p w14:paraId="42EB9F96" w14:textId="4F5A83ED" w:rsidR="00731AD9" w:rsidRPr="00731AD9" w:rsidRDefault="00731AD9" w:rsidP="00D23136">
      <w:pPr>
        <w:pStyle w:val="Geenafstand"/>
        <w:jc w:val="both"/>
        <w:rPr>
          <w:rFonts w:asciiTheme="minorHAnsi" w:hAnsiTheme="minorHAnsi" w:cstheme="minorHAnsi"/>
          <w:sz w:val="22"/>
          <w:szCs w:val="22"/>
        </w:rPr>
      </w:pPr>
      <w:r w:rsidRPr="003E695E">
        <w:rPr>
          <w:rFonts w:asciiTheme="minorHAnsi" w:hAnsiTheme="minorHAnsi" w:cstheme="minorHAnsi"/>
          <w:b/>
          <w:bCs/>
          <w:sz w:val="22"/>
          <w:szCs w:val="22"/>
        </w:rPr>
        <w:t>Artikel 8 Toepasselijk recht</w:t>
      </w:r>
    </w:p>
    <w:p w14:paraId="534BC643" w14:textId="1EF5AC4E" w:rsidR="00731AD9" w:rsidRPr="00731AD9" w:rsidRDefault="00731AD9" w:rsidP="00D23136">
      <w:pPr>
        <w:pStyle w:val="Geenafstand"/>
        <w:jc w:val="both"/>
        <w:rPr>
          <w:rFonts w:asciiTheme="minorHAnsi" w:hAnsiTheme="minorHAnsi" w:cstheme="minorHAnsi"/>
          <w:sz w:val="22"/>
          <w:szCs w:val="22"/>
        </w:rPr>
      </w:pPr>
      <w:r w:rsidRPr="00731AD9">
        <w:rPr>
          <w:rFonts w:asciiTheme="minorHAnsi" w:hAnsiTheme="minorHAnsi" w:cstheme="minorHAnsi"/>
          <w:sz w:val="22"/>
          <w:szCs w:val="22"/>
        </w:rPr>
        <w:t>Op deze overeenkomst is Nederlands recht van toepassing.</w:t>
      </w:r>
    </w:p>
    <w:p w14:paraId="243A6B9C" w14:textId="77777777" w:rsidR="00EE0D06" w:rsidRDefault="00EE0D06" w:rsidP="00D23136">
      <w:pPr>
        <w:pStyle w:val="Geenafstand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249F578" w14:textId="4B6CB3CC" w:rsidR="00731AD9" w:rsidRPr="00731AD9" w:rsidRDefault="00731AD9" w:rsidP="00D23136">
      <w:pPr>
        <w:pStyle w:val="Geenafstand"/>
        <w:jc w:val="both"/>
        <w:rPr>
          <w:rFonts w:asciiTheme="minorHAnsi" w:hAnsiTheme="minorHAnsi" w:cstheme="minorHAnsi"/>
          <w:sz w:val="22"/>
          <w:szCs w:val="22"/>
        </w:rPr>
      </w:pPr>
      <w:r w:rsidRPr="003E695E">
        <w:rPr>
          <w:rFonts w:asciiTheme="minorHAnsi" w:hAnsiTheme="minorHAnsi" w:cstheme="minorHAnsi"/>
          <w:b/>
          <w:bCs/>
          <w:sz w:val="22"/>
          <w:szCs w:val="22"/>
        </w:rPr>
        <w:t>Artikel 9 Geschillen</w:t>
      </w:r>
    </w:p>
    <w:p w14:paraId="561B5D73" w14:textId="1FA02068" w:rsidR="00731AD9" w:rsidRPr="00731AD9" w:rsidRDefault="00731AD9" w:rsidP="00D23136">
      <w:pPr>
        <w:pStyle w:val="Geenafstand"/>
        <w:jc w:val="both"/>
        <w:rPr>
          <w:rFonts w:asciiTheme="minorHAnsi" w:hAnsiTheme="minorHAnsi" w:cstheme="minorHAnsi"/>
          <w:sz w:val="22"/>
          <w:szCs w:val="22"/>
        </w:rPr>
      </w:pPr>
      <w:r w:rsidRPr="00731AD9">
        <w:rPr>
          <w:rFonts w:asciiTheme="minorHAnsi" w:hAnsiTheme="minorHAnsi" w:cstheme="minorHAnsi"/>
          <w:sz w:val="22"/>
          <w:szCs w:val="22"/>
        </w:rPr>
        <w:t xml:space="preserve">Alle mogelijke rechtsgeschillen die uit deze overeenkomst voortvloeien, zullen worden beslecht door de arrondissementsrechtbank in de woonplaats van Verkoper. </w:t>
      </w:r>
    </w:p>
    <w:p w14:paraId="1ECDDFA4" w14:textId="77777777" w:rsidR="00731AD9" w:rsidRPr="00731AD9" w:rsidRDefault="00731AD9" w:rsidP="00D23136">
      <w:pPr>
        <w:pStyle w:val="Geenafstand"/>
        <w:jc w:val="both"/>
        <w:rPr>
          <w:rFonts w:asciiTheme="minorHAnsi" w:hAnsiTheme="minorHAnsi" w:cstheme="minorHAnsi"/>
          <w:sz w:val="22"/>
          <w:szCs w:val="22"/>
        </w:rPr>
      </w:pPr>
    </w:p>
    <w:p w14:paraId="5B095C56" w14:textId="77777777" w:rsidR="00731AD9" w:rsidRPr="00731AD9" w:rsidRDefault="00731AD9" w:rsidP="00D23136">
      <w:pPr>
        <w:pStyle w:val="Geenafstand"/>
        <w:jc w:val="both"/>
        <w:rPr>
          <w:rFonts w:asciiTheme="minorHAnsi" w:hAnsiTheme="minorHAnsi" w:cstheme="minorHAnsi"/>
          <w:sz w:val="22"/>
          <w:szCs w:val="22"/>
        </w:rPr>
      </w:pPr>
      <w:r w:rsidRPr="00731AD9">
        <w:rPr>
          <w:rFonts w:asciiTheme="minorHAnsi" w:hAnsiTheme="minorHAnsi" w:cstheme="minorHAnsi"/>
          <w:sz w:val="22"/>
          <w:szCs w:val="22"/>
        </w:rPr>
        <w:t>Aldus overeengekomen en in tweevoud opgemaakt te (plaats contract) op (datum contract)</w:t>
      </w:r>
    </w:p>
    <w:p w14:paraId="11282D35" w14:textId="77777777" w:rsidR="00731AD9" w:rsidRPr="00731AD9" w:rsidRDefault="00731AD9" w:rsidP="00D23136">
      <w:pPr>
        <w:pStyle w:val="Geenafstand"/>
        <w:jc w:val="both"/>
        <w:rPr>
          <w:rFonts w:asciiTheme="minorHAnsi" w:hAnsiTheme="minorHAnsi" w:cstheme="minorHAnsi"/>
          <w:sz w:val="22"/>
          <w:szCs w:val="22"/>
        </w:rPr>
      </w:pPr>
    </w:p>
    <w:p w14:paraId="357D0F59" w14:textId="77777777" w:rsidR="00731AD9" w:rsidRPr="00731AD9" w:rsidRDefault="00731AD9" w:rsidP="00D23136">
      <w:pPr>
        <w:pStyle w:val="Geenafstand"/>
        <w:jc w:val="both"/>
        <w:rPr>
          <w:rFonts w:asciiTheme="minorHAnsi" w:hAnsiTheme="minorHAnsi" w:cstheme="minorHAnsi"/>
          <w:sz w:val="22"/>
          <w:szCs w:val="22"/>
        </w:rPr>
      </w:pPr>
    </w:p>
    <w:p w14:paraId="19C2AC2A" w14:textId="77777777" w:rsidR="00731AD9" w:rsidRPr="00731AD9" w:rsidRDefault="00731AD9" w:rsidP="00D23136">
      <w:pPr>
        <w:pStyle w:val="Geenafstand"/>
        <w:jc w:val="both"/>
        <w:rPr>
          <w:rFonts w:asciiTheme="minorHAnsi" w:hAnsiTheme="minorHAnsi" w:cstheme="minorHAnsi"/>
          <w:sz w:val="22"/>
          <w:szCs w:val="22"/>
        </w:rPr>
      </w:pPr>
      <w:r w:rsidRPr="00731AD9">
        <w:rPr>
          <w:rFonts w:asciiTheme="minorHAnsi" w:hAnsiTheme="minorHAnsi" w:cstheme="minorHAnsi"/>
          <w:sz w:val="22"/>
          <w:szCs w:val="22"/>
        </w:rPr>
        <w:t>Naam Verkoper                                            Handtekening Koper</w:t>
      </w:r>
    </w:p>
    <w:p w14:paraId="5C539123" w14:textId="77777777" w:rsidR="00731AD9" w:rsidRPr="00731AD9" w:rsidRDefault="00731AD9" w:rsidP="00D23136">
      <w:pPr>
        <w:pStyle w:val="Geenafstand"/>
        <w:jc w:val="both"/>
        <w:rPr>
          <w:rFonts w:asciiTheme="minorHAnsi" w:hAnsiTheme="minorHAnsi" w:cstheme="minorHAnsi"/>
          <w:sz w:val="22"/>
          <w:szCs w:val="22"/>
        </w:rPr>
      </w:pPr>
    </w:p>
    <w:p w14:paraId="684F6DA7" w14:textId="0CF3C94E" w:rsidR="00875644" w:rsidRPr="00731AD9" w:rsidRDefault="00731AD9" w:rsidP="00D23136">
      <w:pPr>
        <w:pStyle w:val="Geenafstand"/>
        <w:jc w:val="both"/>
        <w:rPr>
          <w:rFonts w:asciiTheme="minorHAnsi" w:hAnsiTheme="minorHAnsi" w:cstheme="minorHAnsi"/>
          <w:sz w:val="22"/>
          <w:szCs w:val="22"/>
        </w:rPr>
      </w:pPr>
      <w:r w:rsidRPr="00731AD9">
        <w:rPr>
          <w:rFonts w:asciiTheme="minorHAnsi" w:hAnsiTheme="minorHAnsi" w:cstheme="minorHAnsi"/>
          <w:sz w:val="22"/>
          <w:szCs w:val="22"/>
        </w:rPr>
        <w:t>Handtekening                                               Verkoper Handtekening Koper</w:t>
      </w:r>
    </w:p>
    <w:sectPr w:rsidR="00875644" w:rsidRPr="00731AD9" w:rsidSect="005C3807">
      <w:headerReference w:type="default" r:id="rId7"/>
      <w:pgSz w:w="11906" w:h="16838"/>
      <w:pgMar w:top="720" w:right="720" w:bottom="720" w:left="720" w:header="709" w:footer="709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931BF" w14:textId="77777777" w:rsidR="008144C9" w:rsidRDefault="008144C9" w:rsidP="00B34D13">
      <w:r>
        <w:separator/>
      </w:r>
    </w:p>
  </w:endnote>
  <w:endnote w:type="continuationSeparator" w:id="0">
    <w:p w14:paraId="7110FD0B" w14:textId="77777777" w:rsidR="008144C9" w:rsidRDefault="008144C9" w:rsidP="00B34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C9FEB" w14:textId="77777777" w:rsidR="008144C9" w:rsidRDefault="008144C9" w:rsidP="00B34D13">
      <w:r>
        <w:separator/>
      </w:r>
    </w:p>
  </w:footnote>
  <w:footnote w:type="continuationSeparator" w:id="0">
    <w:p w14:paraId="09289409" w14:textId="77777777" w:rsidR="008144C9" w:rsidRDefault="008144C9" w:rsidP="00B34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7A336" w14:textId="1FBAC177" w:rsidR="00B34D13" w:rsidRDefault="00B34D13" w:rsidP="00E643CA">
    <w:pPr>
      <w:pStyle w:val="Koptekst"/>
      <w:jc w:val="right"/>
    </w:pPr>
    <w:r>
      <w:rPr>
        <w:noProof/>
      </w:rPr>
      <w:drawing>
        <wp:inline distT="0" distB="0" distL="0" distR="0" wp14:anchorId="2BAD132E" wp14:editId="29C586E8">
          <wp:extent cx="725714" cy="703035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2018-vbo-k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691" cy="710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B924AE" w14:textId="77777777" w:rsidR="00B34D13" w:rsidRDefault="00B34D1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97D6C"/>
    <w:multiLevelType w:val="hybridMultilevel"/>
    <w:tmpl w:val="ED82316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32839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4C31361"/>
    <w:multiLevelType w:val="hybridMultilevel"/>
    <w:tmpl w:val="ED82316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7342F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DF7683E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8A41F43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2586474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6B12E55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850413568">
    <w:abstractNumId w:val="4"/>
  </w:num>
  <w:num w:numId="2" w16cid:durableId="1647514218">
    <w:abstractNumId w:val="5"/>
  </w:num>
  <w:num w:numId="3" w16cid:durableId="1315375980">
    <w:abstractNumId w:val="6"/>
  </w:num>
  <w:num w:numId="4" w16cid:durableId="1229001478">
    <w:abstractNumId w:val="1"/>
  </w:num>
  <w:num w:numId="5" w16cid:durableId="825124261">
    <w:abstractNumId w:val="7"/>
  </w:num>
  <w:num w:numId="6" w16cid:durableId="1118639855">
    <w:abstractNumId w:val="3"/>
  </w:num>
  <w:num w:numId="7" w16cid:durableId="1270694835">
    <w:abstractNumId w:val="2"/>
  </w:num>
  <w:num w:numId="8" w16cid:durableId="2090416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CFB"/>
    <w:rsid w:val="000A700D"/>
    <w:rsid w:val="000D2BDA"/>
    <w:rsid w:val="000F7254"/>
    <w:rsid w:val="0023303D"/>
    <w:rsid w:val="00290FE1"/>
    <w:rsid w:val="002B7BEB"/>
    <w:rsid w:val="00353864"/>
    <w:rsid w:val="003E695E"/>
    <w:rsid w:val="00411C2B"/>
    <w:rsid w:val="004C106F"/>
    <w:rsid w:val="004D66DE"/>
    <w:rsid w:val="005B05D5"/>
    <w:rsid w:val="005C3807"/>
    <w:rsid w:val="00690CFB"/>
    <w:rsid w:val="00731AD9"/>
    <w:rsid w:val="007339A3"/>
    <w:rsid w:val="00753C18"/>
    <w:rsid w:val="007650F5"/>
    <w:rsid w:val="007B56D7"/>
    <w:rsid w:val="007D1A2B"/>
    <w:rsid w:val="008144C9"/>
    <w:rsid w:val="00875644"/>
    <w:rsid w:val="00885587"/>
    <w:rsid w:val="00A55C16"/>
    <w:rsid w:val="00AD2CF6"/>
    <w:rsid w:val="00B34D13"/>
    <w:rsid w:val="00B4175E"/>
    <w:rsid w:val="00C7253D"/>
    <w:rsid w:val="00D042E5"/>
    <w:rsid w:val="00D23136"/>
    <w:rsid w:val="00D61388"/>
    <w:rsid w:val="00E643CA"/>
    <w:rsid w:val="00ED2633"/>
    <w:rsid w:val="00EE0D06"/>
    <w:rsid w:val="00EE5624"/>
    <w:rsid w:val="00FF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4F6D8C"/>
  <w15:docId w15:val="{BBB59AA2-4C9D-435C-8CE1-C44AD833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2CF6"/>
    <w:pPr>
      <w:autoSpaceDE w:val="0"/>
      <w:autoSpaceDN w:val="0"/>
    </w:pPr>
  </w:style>
  <w:style w:type="paragraph" w:styleId="Kop1">
    <w:name w:val="heading 1"/>
    <w:basedOn w:val="Standaard"/>
    <w:next w:val="Standaard"/>
    <w:link w:val="Kop1Char"/>
    <w:qFormat/>
    <w:rsid w:val="00AD2CF6"/>
    <w:pPr>
      <w:keepNext/>
      <w:outlineLvl w:val="0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qFormat/>
    <w:rsid w:val="00AD2CF6"/>
    <w:pPr>
      <w:jc w:val="center"/>
    </w:pPr>
    <w:rPr>
      <w:b/>
      <w:bCs/>
    </w:rPr>
  </w:style>
  <w:style w:type="paragraph" w:styleId="Lijstalinea">
    <w:name w:val="List Paragraph"/>
    <w:basedOn w:val="Standaard"/>
    <w:uiPriority w:val="34"/>
    <w:qFormat/>
    <w:rsid w:val="00D61388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rsid w:val="00A55C16"/>
    <w:rPr>
      <w:b/>
      <w:bCs/>
    </w:rPr>
  </w:style>
  <w:style w:type="paragraph" w:styleId="Koptekst">
    <w:name w:val="header"/>
    <w:basedOn w:val="Standaard"/>
    <w:link w:val="KoptekstChar"/>
    <w:uiPriority w:val="99"/>
    <w:unhideWhenUsed/>
    <w:rsid w:val="00B34D1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34D13"/>
  </w:style>
  <w:style w:type="paragraph" w:styleId="Voettekst">
    <w:name w:val="footer"/>
    <w:basedOn w:val="Standaard"/>
    <w:link w:val="VoettekstChar"/>
    <w:uiPriority w:val="99"/>
    <w:unhideWhenUsed/>
    <w:rsid w:val="00B34D1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34D13"/>
  </w:style>
  <w:style w:type="paragraph" w:styleId="Geenafstand">
    <w:name w:val="No Spacing"/>
    <w:uiPriority w:val="1"/>
    <w:qFormat/>
    <w:rsid w:val="004C106F"/>
    <w:pPr>
      <w:autoSpaceDE w:val="0"/>
      <w:autoSpaceDN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la\AppData\Roaming\Microsoft\Templates\Stageovereenkomst.dot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Stageovereenkomst</Template>
  <TotalTime>5</TotalTime>
  <Pages>1</Pages>
  <Words>308</Words>
  <Characters>1878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DENDA Multimedia b.v.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 Vos- van Braak</cp:lastModifiedBy>
  <cp:revision>8</cp:revision>
  <cp:lastPrinted>2000-04-04T07:06:00Z</cp:lastPrinted>
  <dcterms:created xsi:type="dcterms:W3CDTF">2023-02-02T12:12:00Z</dcterms:created>
  <dcterms:modified xsi:type="dcterms:W3CDTF">2023-02-02T12:18:00Z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TC010454351043</vt:lpwstr>
  </property>
</Properties>
</file>