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EE2B" w14:textId="77777777" w:rsidR="00BF3006" w:rsidRDefault="00BF3006" w:rsidP="00BF3006">
      <w:pPr>
        <w:rPr>
          <w:lang w:val="nl-NL"/>
        </w:rPr>
      </w:pPr>
      <w:r>
        <w:rPr>
          <w:lang w:val="nl-NL"/>
        </w:rPr>
        <w:t>Naam ontvanger</w:t>
      </w:r>
      <w:r w:rsidRPr="00BF3006">
        <w:rPr>
          <w:lang w:val="nl-NL"/>
        </w:rPr>
        <w:t xml:space="preserve"> </w:t>
      </w:r>
    </w:p>
    <w:p w14:paraId="2BA53530" w14:textId="4E25189C" w:rsidR="00BF3006" w:rsidRDefault="00BF3006" w:rsidP="00BF3006">
      <w:pPr>
        <w:rPr>
          <w:lang w:val="nl-NL"/>
        </w:rPr>
      </w:pPr>
      <w:r>
        <w:rPr>
          <w:lang w:val="nl-NL"/>
        </w:rPr>
        <w:t>Straat en huisnummer ontvanger</w:t>
      </w:r>
    </w:p>
    <w:p w14:paraId="371CB938" w14:textId="77777777" w:rsidR="00BF3006" w:rsidRDefault="00BF3006" w:rsidP="00BF3006">
      <w:pPr>
        <w:rPr>
          <w:lang w:val="nl-NL"/>
        </w:rPr>
      </w:pPr>
      <w:r>
        <w:rPr>
          <w:lang w:val="nl-NL"/>
        </w:rPr>
        <w:t>Postcode en plaats ontvanger</w:t>
      </w:r>
    </w:p>
    <w:p w14:paraId="3EEEC159" w14:textId="7BF644A2" w:rsidR="00BF3006" w:rsidRDefault="00BF3006" w:rsidP="00BF3006">
      <w:pPr>
        <w:rPr>
          <w:lang w:val="nl-NL"/>
        </w:rPr>
      </w:pPr>
    </w:p>
    <w:p w14:paraId="29C58F6F" w14:textId="77777777" w:rsidR="00BF3006" w:rsidRDefault="00BF3006" w:rsidP="00BF3006">
      <w:pPr>
        <w:rPr>
          <w:lang w:val="nl-NL"/>
        </w:rPr>
      </w:pPr>
    </w:p>
    <w:p w14:paraId="2B2C8397" w14:textId="77777777" w:rsidR="00BF3006" w:rsidRDefault="00BF3006" w:rsidP="00BF3006">
      <w:pPr>
        <w:rPr>
          <w:lang w:val="nl-NL"/>
        </w:rPr>
      </w:pPr>
    </w:p>
    <w:p w14:paraId="6D63968C" w14:textId="2E0515E7" w:rsidR="00BF3006" w:rsidRPr="00BF3006" w:rsidRDefault="00F6113A">
      <w:pPr>
        <w:rPr>
          <w:lang w:val="nl-NL"/>
        </w:rPr>
      </w:pPr>
      <w:r w:rsidRPr="00BF3006">
        <w:rPr>
          <w:lang w:val="nl-NL"/>
        </w:rPr>
        <w:t xml:space="preserve">Factuurnummer </w:t>
      </w:r>
      <w:r w:rsidRPr="00BF3006">
        <w:rPr>
          <w:lang w:val="nl-NL"/>
        </w:rPr>
        <w:tab/>
        <w:t>0000000</w:t>
      </w:r>
    </w:p>
    <w:p w14:paraId="06478663" w14:textId="02CE23ED" w:rsidR="00F6113A" w:rsidRPr="00BF3006" w:rsidRDefault="00F6113A">
      <w:pPr>
        <w:rPr>
          <w:lang w:val="nl-NL"/>
        </w:rPr>
      </w:pPr>
      <w:r w:rsidRPr="00BF3006">
        <w:rPr>
          <w:lang w:val="nl-NL"/>
        </w:rPr>
        <w:t>Factuurdatum</w:t>
      </w:r>
      <w:r w:rsidRPr="00BF3006">
        <w:rPr>
          <w:lang w:val="nl-NL"/>
        </w:rPr>
        <w:tab/>
      </w:r>
      <w:r w:rsidR="00BF3006">
        <w:rPr>
          <w:lang w:val="nl-NL"/>
        </w:rPr>
        <w:tab/>
      </w:r>
      <w:r w:rsidRPr="00BF3006">
        <w:rPr>
          <w:lang w:val="nl-NL"/>
        </w:rPr>
        <w:t>00-00-00</w:t>
      </w:r>
    </w:p>
    <w:p w14:paraId="06478664" w14:textId="77777777" w:rsidR="001B6338" w:rsidRDefault="001B6338">
      <w:pPr>
        <w:rPr>
          <w:lang w:val="nl-NL"/>
        </w:rPr>
      </w:pPr>
    </w:p>
    <w:p w14:paraId="06478669" w14:textId="77777777" w:rsidR="00F6113A" w:rsidRDefault="00F6113A">
      <w:pPr>
        <w:rPr>
          <w:lang w:val="nl-NL"/>
        </w:rPr>
      </w:pPr>
    </w:p>
    <w:p w14:paraId="0647866D" w14:textId="77777777" w:rsidR="001B6338" w:rsidRDefault="001B6338">
      <w:pPr>
        <w:rPr>
          <w:lang w:val="nl-NL"/>
        </w:rPr>
      </w:pPr>
    </w:p>
    <w:p w14:paraId="0647866E" w14:textId="77777777" w:rsidR="00B662D8" w:rsidRDefault="00B662D8">
      <w:pPr>
        <w:rPr>
          <w:lang w:val="nl-NL"/>
        </w:rPr>
      </w:pPr>
      <w:r>
        <w:rPr>
          <w:lang w:val="nl-NL"/>
        </w:rPr>
        <w:t>Voor u uitgevoerde werkzaamheden d.d. (datum)</w:t>
      </w:r>
    </w:p>
    <w:p w14:paraId="0647866F" w14:textId="77777777" w:rsidR="00B662D8" w:rsidRDefault="00B662D8">
      <w:pPr>
        <w:rPr>
          <w:lang w:val="nl-NL"/>
        </w:rPr>
      </w:pPr>
    </w:p>
    <w:p w14:paraId="06478670" w14:textId="77777777" w:rsidR="00B662D8" w:rsidRDefault="00B662D8">
      <w:pPr>
        <w:rPr>
          <w:lang w:val="nl-NL"/>
        </w:rPr>
      </w:pPr>
    </w:p>
    <w:p w14:paraId="06478671" w14:textId="77777777" w:rsidR="00B662D8" w:rsidRPr="00B662D8" w:rsidRDefault="00B662D8">
      <w:pPr>
        <w:rPr>
          <w:b/>
          <w:i/>
          <w:lang w:val="nl-NL"/>
        </w:rPr>
      </w:pPr>
      <w:r w:rsidRPr="00B662D8">
        <w:rPr>
          <w:b/>
          <w:i/>
          <w:lang w:val="nl-NL"/>
        </w:rPr>
        <w:t>Aantal</w:t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  <w:t>Omschrijving</w:t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  <w:t xml:space="preserve">Pijs </w:t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  <w:t>Totaal Exclusief BTW</w:t>
      </w:r>
      <w:r w:rsidRPr="00B662D8">
        <w:rPr>
          <w:b/>
          <w:i/>
          <w:lang w:val="nl-NL"/>
        </w:rPr>
        <w:tab/>
      </w:r>
      <w:r w:rsidRPr="00B662D8">
        <w:rPr>
          <w:b/>
          <w:i/>
          <w:lang w:val="nl-NL"/>
        </w:rPr>
        <w:tab/>
      </w:r>
    </w:p>
    <w:p w14:paraId="06478672" w14:textId="77777777" w:rsidR="00B662D8" w:rsidRDefault="00B662D8">
      <w:pPr>
        <w:rPr>
          <w:lang w:val="nl-NL"/>
        </w:rPr>
      </w:pPr>
    </w:p>
    <w:p w14:paraId="06478673" w14:textId="77777777" w:rsidR="00B662D8" w:rsidRDefault="00B662D8">
      <w:pPr>
        <w:rPr>
          <w:lang w:val="nl-NL"/>
        </w:rPr>
      </w:pPr>
      <w:r>
        <w:rPr>
          <w:lang w:val="nl-NL"/>
        </w:rPr>
        <w:t>6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Uren fotografie bruiloft d.d. (datum)</w:t>
      </w:r>
      <w:r>
        <w:rPr>
          <w:lang w:val="nl-NL"/>
        </w:rPr>
        <w:tab/>
      </w:r>
      <w:r>
        <w:rPr>
          <w:lang w:val="nl-NL"/>
        </w:rPr>
        <w:tab/>
        <w:t>40</w:t>
      </w:r>
      <w:r>
        <w:rPr>
          <w:lang w:val="nl-NL"/>
        </w:rPr>
        <w:tab/>
      </w:r>
      <w:r>
        <w:rPr>
          <w:lang w:val="nl-NL"/>
        </w:rPr>
        <w:tab/>
        <w:t>240,-</w:t>
      </w:r>
    </w:p>
    <w:p w14:paraId="06478674" w14:textId="77777777" w:rsidR="00B662D8" w:rsidRDefault="00B662D8">
      <w:pPr>
        <w:rPr>
          <w:lang w:val="nl-NL"/>
        </w:rPr>
      </w:pPr>
    </w:p>
    <w:p w14:paraId="06478675" w14:textId="77777777" w:rsidR="00B662D8" w:rsidRDefault="00B662D8">
      <w:pPr>
        <w:rPr>
          <w:lang w:val="nl-NL"/>
        </w:rPr>
      </w:pPr>
      <w:r>
        <w:rPr>
          <w:lang w:val="nl-NL"/>
        </w:rPr>
        <w:t xml:space="preserve">5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Foto formaat ___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5</w:t>
      </w:r>
      <w:r>
        <w:rPr>
          <w:lang w:val="nl-NL"/>
        </w:rPr>
        <w:tab/>
      </w:r>
      <w:r>
        <w:rPr>
          <w:lang w:val="nl-NL"/>
        </w:rPr>
        <w:tab/>
        <w:t xml:space="preserve"> 25,-</w:t>
      </w:r>
    </w:p>
    <w:p w14:paraId="06478676" w14:textId="77777777" w:rsidR="00B662D8" w:rsidRDefault="00B662D8">
      <w:pPr>
        <w:rPr>
          <w:lang w:val="nl-NL"/>
        </w:rPr>
      </w:pPr>
    </w:p>
    <w:p w14:paraId="06478677" w14:textId="77777777" w:rsidR="00B662D8" w:rsidRDefault="00B662D8">
      <w:pPr>
        <w:rPr>
          <w:lang w:val="nl-NL"/>
        </w:rPr>
      </w:pPr>
      <w:r>
        <w:rPr>
          <w:lang w:val="nl-NL"/>
        </w:rPr>
        <w:t>2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Foto formaat ____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2</w:t>
      </w:r>
      <w:r>
        <w:rPr>
          <w:lang w:val="nl-NL"/>
        </w:rPr>
        <w:tab/>
      </w:r>
      <w:proofErr w:type="gramStart"/>
      <w:r>
        <w:rPr>
          <w:lang w:val="nl-NL"/>
        </w:rPr>
        <w:tab/>
        <w:t xml:space="preserve">  4</w:t>
      </w:r>
      <w:proofErr w:type="gramEnd"/>
      <w:r>
        <w:rPr>
          <w:lang w:val="nl-NL"/>
        </w:rPr>
        <w:t>,-</w:t>
      </w:r>
    </w:p>
    <w:p w14:paraId="06478678" w14:textId="77777777" w:rsidR="00B662D8" w:rsidRDefault="00B662D8">
      <w:pPr>
        <w:rPr>
          <w:lang w:val="nl-NL"/>
        </w:rPr>
      </w:pPr>
    </w:p>
    <w:p w14:paraId="06478679" w14:textId="77777777" w:rsidR="00B662D8" w:rsidRDefault="00B662D8">
      <w:pPr>
        <w:rPr>
          <w:lang w:val="nl-NL"/>
        </w:rPr>
      </w:pPr>
      <w:r>
        <w:rPr>
          <w:lang w:val="nl-NL"/>
        </w:rPr>
        <w:t xml:space="preserve">1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Foto boek groot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200</w:t>
      </w:r>
      <w:r>
        <w:rPr>
          <w:lang w:val="nl-NL"/>
        </w:rPr>
        <w:tab/>
      </w:r>
      <w:r>
        <w:rPr>
          <w:lang w:val="nl-NL"/>
        </w:rPr>
        <w:tab/>
        <w:t>200,-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</w:p>
    <w:p w14:paraId="0647867A" w14:textId="77777777" w:rsidR="001B6338" w:rsidRDefault="001B6338">
      <w:pPr>
        <w:rPr>
          <w:lang w:val="nl-NL"/>
        </w:rPr>
      </w:pPr>
    </w:p>
    <w:p w14:paraId="0647867B" w14:textId="77777777" w:rsidR="00B662D8" w:rsidRDefault="00B662D8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</w:p>
    <w:p w14:paraId="0647867C" w14:textId="77777777" w:rsidR="00B662D8" w:rsidRDefault="00B662D8" w:rsidP="00B662D8">
      <w:pPr>
        <w:ind w:left="3600" w:firstLine="720"/>
        <w:rPr>
          <w:lang w:val="nl-NL"/>
        </w:rPr>
      </w:pPr>
      <w:r>
        <w:rPr>
          <w:lang w:val="nl-NL"/>
        </w:rPr>
        <w:t>Totaal exclusief BTW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469,-</w:t>
      </w:r>
    </w:p>
    <w:p w14:paraId="0647867D" w14:textId="77777777" w:rsidR="00B662D8" w:rsidRDefault="00B662D8" w:rsidP="00B662D8">
      <w:pPr>
        <w:ind w:left="3600" w:firstLine="720"/>
        <w:rPr>
          <w:lang w:val="nl-NL"/>
        </w:rPr>
      </w:pPr>
      <w:proofErr w:type="gramStart"/>
      <w:r>
        <w:rPr>
          <w:lang w:val="nl-NL"/>
        </w:rPr>
        <w:t>BTW percentage</w:t>
      </w:r>
      <w:proofErr w:type="gramEnd"/>
      <w:r>
        <w:rPr>
          <w:lang w:val="nl-NL"/>
        </w:rPr>
        <w:t xml:space="preserve"> 21%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 xml:space="preserve"> 98,49</w:t>
      </w:r>
    </w:p>
    <w:p w14:paraId="0647867E" w14:textId="77777777" w:rsidR="00B662D8" w:rsidRDefault="00B662D8" w:rsidP="00B662D8">
      <w:pPr>
        <w:ind w:left="3600" w:firstLine="720"/>
        <w:rPr>
          <w:lang w:val="nl-NL"/>
        </w:rPr>
      </w:pPr>
    </w:p>
    <w:p w14:paraId="0647867F" w14:textId="77777777" w:rsidR="00B662D8" w:rsidRPr="00B662D8" w:rsidRDefault="00B662D8" w:rsidP="00B662D8">
      <w:pPr>
        <w:ind w:left="3600" w:firstLine="720"/>
        <w:rPr>
          <w:b/>
          <w:lang w:val="nl-NL"/>
        </w:rPr>
      </w:pPr>
      <w:r w:rsidRPr="00B662D8">
        <w:rPr>
          <w:b/>
          <w:lang w:val="nl-NL"/>
        </w:rPr>
        <w:t>Totaal te voldoen</w:t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  <w:t>567,49</w:t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</w:p>
    <w:p w14:paraId="06478680" w14:textId="77777777" w:rsidR="00B662D8" w:rsidRDefault="00B662D8">
      <w:pPr>
        <w:rPr>
          <w:lang w:val="nl-NL"/>
        </w:rPr>
      </w:pPr>
    </w:p>
    <w:p w14:paraId="06478681" w14:textId="77777777" w:rsidR="00B662D8" w:rsidRDefault="00B662D8">
      <w:pPr>
        <w:rPr>
          <w:lang w:val="nl-NL"/>
        </w:rPr>
      </w:pPr>
    </w:p>
    <w:p w14:paraId="06478682" w14:textId="77777777" w:rsidR="00B662D8" w:rsidRDefault="00B662D8">
      <w:pPr>
        <w:rPr>
          <w:sz w:val="22"/>
          <w:szCs w:val="22"/>
          <w:lang w:val="nl-NL"/>
        </w:rPr>
      </w:pPr>
    </w:p>
    <w:p w14:paraId="06478683" w14:textId="77777777" w:rsidR="00B662D8" w:rsidRDefault="00B662D8">
      <w:pPr>
        <w:rPr>
          <w:sz w:val="22"/>
          <w:szCs w:val="22"/>
          <w:lang w:val="nl-NL"/>
        </w:rPr>
      </w:pPr>
    </w:p>
    <w:p w14:paraId="06478684" w14:textId="77777777" w:rsidR="00B662D8" w:rsidRDefault="00B662D8">
      <w:pPr>
        <w:rPr>
          <w:i/>
          <w:sz w:val="22"/>
          <w:szCs w:val="22"/>
          <w:lang w:val="nl-NL"/>
        </w:rPr>
      </w:pPr>
      <w:r w:rsidRPr="00632DDD">
        <w:rPr>
          <w:i/>
          <w:sz w:val="22"/>
          <w:szCs w:val="22"/>
          <w:lang w:val="nl-NL"/>
        </w:rPr>
        <w:t>Gelieve het totaalbedrag binnen 21 dagen te voldoen op rekening (</w:t>
      </w:r>
      <w:proofErr w:type="gramStart"/>
      <w:r w:rsidRPr="00632DDD">
        <w:rPr>
          <w:i/>
          <w:sz w:val="22"/>
          <w:szCs w:val="22"/>
          <w:lang w:val="nl-NL"/>
        </w:rPr>
        <w:t>rekening nummer</w:t>
      </w:r>
      <w:proofErr w:type="gramEnd"/>
      <w:r w:rsidRPr="00632DDD">
        <w:rPr>
          <w:i/>
          <w:sz w:val="22"/>
          <w:szCs w:val="22"/>
          <w:lang w:val="nl-NL"/>
        </w:rPr>
        <w:t>) ten name van (naam)</w:t>
      </w:r>
    </w:p>
    <w:p w14:paraId="06478685" w14:textId="77777777" w:rsidR="00632DDD" w:rsidRDefault="00632DDD">
      <w:pPr>
        <w:rPr>
          <w:i/>
          <w:sz w:val="22"/>
          <w:szCs w:val="22"/>
          <w:lang w:val="nl-NL"/>
        </w:rPr>
      </w:pPr>
    </w:p>
    <w:p w14:paraId="06478686" w14:textId="77777777" w:rsidR="00632DDD" w:rsidRDefault="00632DDD">
      <w:pPr>
        <w:rPr>
          <w:i/>
          <w:sz w:val="22"/>
          <w:szCs w:val="22"/>
          <w:lang w:val="nl-NL"/>
        </w:rPr>
      </w:pPr>
    </w:p>
    <w:p w14:paraId="06478687" w14:textId="77777777" w:rsidR="00632DDD" w:rsidRPr="00632DDD" w:rsidRDefault="00632DDD" w:rsidP="00632DDD">
      <w:pPr>
        <w:jc w:val="center"/>
        <w:rPr>
          <w:b/>
          <w:sz w:val="28"/>
          <w:szCs w:val="28"/>
          <w:lang w:val="nl-NL"/>
        </w:rPr>
      </w:pPr>
      <w:r w:rsidRPr="00632DDD">
        <w:rPr>
          <w:b/>
          <w:sz w:val="28"/>
          <w:szCs w:val="28"/>
          <w:lang w:val="nl-NL"/>
        </w:rPr>
        <w:t>Be</w:t>
      </w:r>
      <w:r>
        <w:rPr>
          <w:b/>
          <w:sz w:val="28"/>
          <w:szCs w:val="28"/>
          <w:lang w:val="nl-NL"/>
        </w:rPr>
        <w:t>dankt v</w:t>
      </w:r>
      <w:r w:rsidRPr="00632DDD">
        <w:rPr>
          <w:b/>
          <w:sz w:val="28"/>
          <w:szCs w:val="28"/>
          <w:lang w:val="nl-NL"/>
        </w:rPr>
        <w:t>oor uw bestelling!</w:t>
      </w:r>
    </w:p>
    <w:sectPr w:rsidR="00632DDD" w:rsidRPr="00632DDD" w:rsidSect="00DB0FE3">
      <w:headerReference w:type="default" r:id="rId8"/>
      <w:pgSz w:w="11907" w:h="16839" w:code="9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4C56C" w14:textId="77777777" w:rsidR="00E01E74" w:rsidRDefault="00E01E74" w:rsidP="00F6113A">
      <w:r>
        <w:separator/>
      </w:r>
    </w:p>
  </w:endnote>
  <w:endnote w:type="continuationSeparator" w:id="0">
    <w:p w14:paraId="60DBE128" w14:textId="77777777" w:rsidR="00E01E74" w:rsidRDefault="00E01E74" w:rsidP="00F6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E7D99" w14:textId="77777777" w:rsidR="00E01E74" w:rsidRDefault="00E01E74" w:rsidP="00F6113A">
      <w:r>
        <w:separator/>
      </w:r>
    </w:p>
  </w:footnote>
  <w:footnote w:type="continuationSeparator" w:id="0">
    <w:p w14:paraId="447913C1" w14:textId="77777777" w:rsidR="00E01E74" w:rsidRDefault="00E01E74" w:rsidP="00F6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868C" w14:textId="74302D02" w:rsidR="00F6113A" w:rsidRDefault="000328AB">
    <w:pPr>
      <w:pStyle w:val="Koptekst"/>
    </w:pPr>
    <w:r>
      <w:rPr>
        <w:noProof/>
        <w:lang w:val="nl-NL" w:eastAsia="nl-NL"/>
      </w:rPr>
      <w:pict w14:anchorId="0647869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7.75pt;margin-top:-9pt;width:183pt;height:127.5pt;z-index:251658240;mso-position-horizontal-relative:text;mso-position-vertical-relative:text" stroked="f">
          <v:textbox>
            <w:txbxContent>
              <w:p w14:paraId="06478698" w14:textId="77777777" w:rsidR="00F6113A" w:rsidRP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Naam bedrijf</w:t>
                </w:r>
              </w:p>
              <w:p w14:paraId="06478699" w14:textId="77777777" w:rsidR="00F6113A" w:rsidRP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Straat en huisnummer bedrijf</w:t>
                </w:r>
              </w:p>
              <w:p w14:paraId="0647869A" w14:textId="77777777" w:rsidR="00F6113A" w:rsidRP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Postcode en plaats bedrijf</w:t>
                </w:r>
              </w:p>
              <w:p w14:paraId="0647869B" w14:textId="77777777" w:rsidR="00F6113A" w:rsidRP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</w:p>
              <w:p w14:paraId="0647869C" w14:textId="77777777" w:rsidR="00F6113A" w:rsidRP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Email</w:t>
                </w:r>
              </w:p>
              <w:p w14:paraId="0647869D" w14:textId="77777777" w:rsidR="00F6113A" w:rsidRP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Website</w:t>
                </w:r>
              </w:p>
              <w:p w14:paraId="0647869E" w14:textId="77777777" w:rsidR="00F6113A" w:rsidRDefault="00F6113A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Telefoon</w:t>
                </w:r>
              </w:p>
              <w:p w14:paraId="0647869F" w14:textId="77777777" w:rsidR="00B662D8" w:rsidRDefault="00B662D8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</w:p>
              <w:p w14:paraId="064786A0" w14:textId="77777777" w:rsidR="00B662D8" w:rsidRDefault="00B662D8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proofErr w:type="gramStart"/>
                <w:r>
                  <w:rPr>
                    <w:sz w:val="20"/>
                    <w:szCs w:val="20"/>
                    <w:lang w:val="nl-NL"/>
                  </w:rPr>
                  <w:t>BTW nummer</w:t>
                </w:r>
                <w:proofErr w:type="gramEnd"/>
              </w:p>
              <w:p w14:paraId="064786A1" w14:textId="77777777" w:rsidR="00B662D8" w:rsidRPr="00F6113A" w:rsidRDefault="00B662D8" w:rsidP="000328AB">
                <w:pPr>
                  <w:jc w:val="right"/>
                  <w:rPr>
                    <w:sz w:val="20"/>
                    <w:szCs w:val="20"/>
                    <w:lang w:val="nl-NL"/>
                  </w:rPr>
                </w:pPr>
                <w:r>
                  <w:rPr>
                    <w:sz w:val="20"/>
                    <w:szCs w:val="20"/>
                    <w:lang w:val="nl-NL"/>
                  </w:rPr>
                  <w:t>KvK nummer</w:t>
                </w:r>
              </w:p>
            </w:txbxContent>
          </v:textbox>
        </v:shape>
      </w:pict>
    </w:r>
  </w:p>
  <w:p w14:paraId="0647868D" w14:textId="77777777" w:rsidR="00F6113A" w:rsidRDefault="00F6113A">
    <w:pPr>
      <w:pStyle w:val="Koptekst"/>
    </w:pPr>
  </w:p>
  <w:p w14:paraId="0647868E" w14:textId="77777777" w:rsidR="00F6113A" w:rsidRDefault="00F6113A">
    <w:pPr>
      <w:pStyle w:val="Koptekst"/>
    </w:pPr>
  </w:p>
  <w:p w14:paraId="0647868F" w14:textId="77777777" w:rsidR="00F6113A" w:rsidRDefault="00F6113A">
    <w:pPr>
      <w:pStyle w:val="Koptekst"/>
    </w:pPr>
  </w:p>
  <w:p w14:paraId="06478690" w14:textId="77777777" w:rsidR="00F6113A" w:rsidRDefault="00F6113A">
    <w:pPr>
      <w:pStyle w:val="Koptekst"/>
    </w:pPr>
  </w:p>
  <w:p w14:paraId="06478691" w14:textId="77777777" w:rsidR="00F6113A" w:rsidRDefault="00F6113A">
    <w:pPr>
      <w:pStyle w:val="Koptekst"/>
    </w:pPr>
  </w:p>
  <w:p w14:paraId="06478692" w14:textId="77777777" w:rsidR="00F6113A" w:rsidRDefault="00F6113A">
    <w:pPr>
      <w:pStyle w:val="Koptekst"/>
    </w:pPr>
  </w:p>
  <w:p w14:paraId="06478693" w14:textId="77777777" w:rsidR="00B662D8" w:rsidRDefault="00B662D8">
    <w:pPr>
      <w:pStyle w:val="Koptekst"/>
    </w:pPr>
  </w:p>
  <w:p w14:paraId="06478694" w14:textId="77777777" w:rsidR="00F6113A" w:rsidRDefault="00F6113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13A"/>
    <w:rsid w:val="000328AB"/>
    <w:rsid w:val="000D7169"/>
    <w:rsid w:val="00164CE0"/>
    <w:rsid w:val="001B6338"/>
    <w:rsid w:val="002E7555"/>
    <w:rsid w:val="00521123"/>
    <w:rsid w:val="00632DDD"/>
    <w:rsid w:val="00B662D8"/>
    <w:rsid w:val="00BF3006"/>
    <w:rsid w:val="00DB0FE3"/>
    <w:rsid w:val="00E01E74"/>
    <w:rsid w:val="00F6113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478661"/>
  <w15:docId w15:val="{CF670390-1D5A-4531-8F44-1C18E9C3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uiPriority="0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qFormat/>
    <w:rsid w:val="000D7169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nhideWhenUsed/>
    <w:qFormat/>
    <w:rsid w:val="000D7169"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styleId="Kop2">
    <w:name w:val="heading 2"/>
    <w:basedOn w:val="Standaard"/>
    <w:next w:val="Standaard"/>
    <w:link w:val="Kop2Char"/>
    <w:semiHidden/>
    <w:unhideWhenUsed/>
    <w:rsid w:val="000D7169"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styleId="Kop3">
    <w:name w:val="heading 3"/>
    <w:basedOn w:val="Standaard"/>
    <w:next w:val="Standaard"/>
    <w:link w:val="Kop3Char"/>
    <w:semiHidden/>
    <w:unhideWhenUsed/>
    <w:rsid w:val="000D7169"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0D7169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Kop2Char">
    <w:name w:val="Kop 2 Char"/>
    <w:basedOn w:val="Standaardalinea-lettertype"/>
    <w:link w:val="Kop2"/>
    <w:semiHidden/>
    <w:rsid w:val="000D7169"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Kop3Char">
    <w:name w:val="Kop 3 Char"/>
    <w:basedOn w:val="Standaardalinea-lettertype"/>
    <w:link w:val="Kop3"/>
    <w:semiHidden/>
    <w:rsid w:val="000D7169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CenteredColumnHeading">
    <w:name w:val="Centered Column Heading"/>
    <w:basedOn w:val="Standaard"/>
    <w:qFormat/>
    <w:rsid w:val="000D7169"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RightAligned">
    <w:name w:val="Right Aligned"/>
    <w:basedOn w:val="Standaard"/>
    <w:qFormat/>
    <w:rsid w:val="000D7169"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Comments">
    <w:name w:val="Comments"/>
    <w:basedOn w:val="Kop3"/>
    <w:qFormat/>
    <w:rsid w:val="000D7169"/>
  </w:style>
  <w:style w:type="paragraph" w:customStyle="1" w:styleId="Slogan">
    <w:name w:val="Slogan"/>
    <w:basedOn w:val="Kop3"/>
    <w:qFormat/>
    <w:rsid w:val="000D7169"/>
    <w:pPr>
      <w:spacing w:after="240"/>
    </w:pPr>
    <w:rPr>
      <w:b w:val="0"/>
      <w:i/>
      <w:caps w:val="0"/>
    </w:rPr>
  </w:style>
  <w:style w:type="paragraph" w:customStyle="1" w:styleId="ContactInformation">
    <w:name w:val="Contact Information"/>
    <w:basedOn w:val="Standaard"/>
    <w:qFormat/>
    <w:rsid w:val="000D7169"/>
    <w:rPr>
      <w:sz w:val="18"/>
    </w:rPr>
  </w:style>
  <w:style w:type="paragraph" w:customStyle="1" w:styleId="Amount">
    <w:name w:val="Amount"/>
    <w:basedOn w:val="Standaard"/>
    <w:qFormat/>
    <w:rsid w:val="000D7169"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TableText">
    <w:name w:val="Table Text"/>
    <w:basedOn w:val="Standaard"/>
    <w:qFormat/>
    <w:rsid w:val="000D7169"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CompanyName">
    <w:name w:val="Company Name"/>
    <w:basedOn w:val="Kop2"/>
    <w:qFormat/>
    <w:rsid w:val="000D7169"/>
  </w:style>
  <w:style w:type="paragraph" w:customStyle="1" w:styleId="ColumnHeading">
    <w:name w:val="Column Heading"/>
    <w:basedOn w:val="Kop3"/>
    <w:qFormat/>
    <w:rsid w:val="000D7169"/>
  </w:style>
  <w:style w:type="paragraph" w:styleId="Ballontekst">
    <w:name w:val="Balloon Text"/>
    <w:basedOn w:val="Standaard"/>
    <w:link w:val="BallontekstChar"/>
    <w:uiPriority w:val="99"/>
    <w:semiHidden/>
    <w:unhideWhenUsed/>
    <w:rsid w:val="000D71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716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unhideWhenUsed/>
    <w:rsid w:val="000D7169"/>
    <w:rPr>
      <w:color w:val="808080"/>
    </w:rPr>
  </w:style>
  <w:style w:type="paragraph" w:customStyle="1" w:styleId="CommentsNotBold">
    <w:name w:val="Comments (Not Bold)"/>
    <w:basedOn w:val="Comments"/>
    <w:qFormat/>
    <w:rsid w:val="000D7169"/>
    <w:rPr>
      <w:b w:val="0"/>
    </w:rPr>
  </w:style>
  <w:style w:type="paragraph" w:styleId="Koptekst">
    <w:name w:val="header"/>
    <w:basedOn w:val="Standaard"/>
    <w:link w:val="KoptekstChar"/>
    <w:uiPriority w:val="99"/>
    <w:unhideWhenUsed/>
    <w:rsid w:val="00F611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113A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F611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11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Invoice1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Clarity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00-00-00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5B2E5A-C79E-4829-9365-22B4898775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Invoice1</Template>
  <TotalTime>3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Sales invoice</vt:lpstr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</dc:title>
  <dc:creator>Carla</dc:creator>
  <cp:lastModifiedBy>carla Vos- van Braak</cp:lastModifiedBy>
  <cp:revision>4</cp:revision>
  <cp:lastPrinted>2023-02-19T05:55:00Z</cp:lastPrinted>
  <dcterms:created xsi:type="dcterms:W3CDTF">2023-02-19T05:55:00Z</dcterms:created>
  <dcterms:modified xsi:type="dcterms:W3CDTF">2023-02-19T05:57:00Z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TC100726769990</vt:lpwstr>
  </property>
</Properties>
</file>