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12608" w14:textId="77777777" w:rsidR="00290FE1" w:rsidRDefault="00290FE1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B2F219F" w14:textId="77777777" w:rsidR="00290FE1" w:rsidRPr="004C106F" w:rsidRDefault="00290FE1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49BC770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Geachte heer/mevrouw,</w:t>
      </w:r>
    </w:p>
    <w:p w14:paraId="0D3653E6" w14:textId="652235B1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9A00CBE" w14:textId="77777777" w:rsidR="005C3807" w:rsidRPr="004C106F" w:rsidRDefault="005C3807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83D5CF8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Hierbij dien ik mijn ontslag in per (datum), met inachtneming van de wettelijke opzegtermijn van 1 maand. De reden van mijn ontslag is dat bij uw bedrijf geen verdere ontwikkelingsmogelijkheden meer voor mij zijn en ik per (datum) een uitdagende baan aangeboden heb gekregen bij (bedrijf).</w:t>
      </w:r>
    </w:p>
    <w:p w14:paraId="7593D35B" w14:textId="380DF51A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05F76F3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2EE17A38" w14:textId="57DE8C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Mijn leaseauto en overige in bruikleen gekregen bedrijfsmiddelen zal ik op mijn laatste werkdag, zijnde (datum) bij u inleveren.</w:t>
      </w:r>
      <w:r w:rsidR="00D042E5">
        <w:rPr>
          <w:rFonts w:asciiTheme="minorHAnsi" w:hAnsiTheme="minorHAnsi" w:cstheme="minorHAnsi"/>
          <w:sz w:val="22"/>
          <w:szCs w:val="22"/>
        </w:rPr>
        <w:t xml:space="preserve"> </w:t>
      </w:r>
      <w:r w:rsidRPr="004C106F">
        <w:rPr>
          <w:rFonts w:asciiTheme="minorHAnsi" w:hAnsiTheme="minorHAnsi" w:cstheme="minorHAnsi"/>
          <w:sz w:val="22"/>
          <w:szCs w:val="22"/>
        </w:rPr>
        <w:t>Voor toekomstige carrière stappen ontvang ik graag een getuigschrift van u. Kunt u mij daarbij een overzicht geven van mij openstaande (vakantie)rechten?</w:t>
      </w:r>
    </w:p>
    <w:p w14:paraId="615CF7CF" w14:textId="796338F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69BB72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ECF70F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Bedankt voor de prettige samenwerking en ik zie er naar uit in de toekomst iets voor elkaar te kunnen betekenen.</w:t>
      </w:r>
    </w:p>
    <w:p w14:paraId="572EC83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8C2ECAC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FE596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40B892DE" w14:textId="2FEC5BFB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931BF" w14:textId="77777777" w:rsidR="008144C9" w:rsidRDefault="008144C9" w:rsidP="00B34D13">
      <w:r>
        <w:separator/>
      </w:r>
    </w:p>
  </w:endnote>
  <w:endnote w:type="continuationSeparator" w:id="0">
    <w:p w14:paraId="7110FD0B" w14:textId="77777777" w:rsidR="008144C9" w:rsidRDefault="008144C9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9FEB" w14:textId="77777777" w:rsidR="008144C9" w:rsidRDefault="008144C9" w:rsidP="00B34D13">
      <w:r>
        <w:separator/>
      </w:r>
    </w:p>
  </w:footnote>
  <w:footnote w:type="continuationSeparator" w:id="0">
    <w:p w14:paraId="09289409" w14:textId="77777777" w:rsidR="008144C9" w:rsidRDefault="008144C9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D2BDA"/>
    <w:rsid w:val="0023303D"/>
    <w:rsid w:val="00290FE1"/>
    <w:rsid w:val="004C106F"/>
    <w:rsid w:val="005B05D5"/>
    <w:rsid w:val="005C3807"/>
    <w:rsid w:val="00690CFB"/>
    <w:rsid w:val="007339A3"/>
    <w:rsid w:val="007650F5"/>
    <w:rsid w:val="007D1A2B"/>
    <w:rsid w:val="008144C9"/>
    <w:rsid w:val="00875644"/>
    <w:rsid w:val="00A55C16"/>
    <w:rsid w:val="00AD2CF6"/>
    <w:rsid w:val="00B34D13"/>
    <w:rsid w:val="00B4175E"/>
    <w:rsid w:val="00C7253D"/>
    <w:rsid w:val="00D042E5"/>
    <w:rsid w:val="00D61388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3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6</cp:revision>
  <cp:lastPrinted>2000-04-04T07:06:00Z</cp:lastPrinted>
  <dcterms:created xsi:type="dcterms:W3CDTF">2023-02-02T08:22:00Z</dcterms:created>
  <dcterms:modified xsi:type="dcterms:W3CDTF">2023-02-02T08:24:00Z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