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7167A" w14:textId="378BDC1F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76DBA835" w14:textId="32BBCE2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Adres</w:t>
      </w:r>
    </w:p>
    <w:p w14:paraId="63D0FBED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Postcode en plaats</w:t>
      </w:r>
    </w:p>
    <w:p w14:paraId="1B727122" w14:textId="69E04FA9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06AD99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54B9723C" w14:textId="0D12CD3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(</w:t>
      </w:r>
      <w:proofErr w:type="spellStart"/>
      <w:r w:rsidRPr="004C106F">
        <w:rPr>
          <w:rFonts w:asciiTheme="minorHAnsi" w:hAnsiTheme="minorHAnsi" w:cstheme="minorHAnsi"/>
          <w:sz w:val="22"/>
          <w:szCs w:val="22"/>
        </w:rPr>
        <w:t>Bedrijfs</w:t>
      </w:r>
      <w:proofErr w:type="spellEnd"/>
      <w:r w:rsidRPr="004C106F">
        <w:rPr>
          <w:rFonts w:asciiTheme="minorHAnsi" w:hAnsiTheme="minorHAnsi" w:cstheme="minorHAnsi"/>
          <w:sz w:val="22"/>
          <w:szCs w:val="22"/>
        </w:rPr>
        <w:t>)Naam</w:t>
      </w:r>
    </w:p>
    <w:p w14:paraId="2B97E957" w14:textId="6CD0F5B6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T.a.v. Afdeling personeelszaken, directie, of een gerichte naam</w:t>
      </w:r>
    </w:p>
    <w:p w14:paraId="7EAE46B1" w14:textId="011562C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Adres werkgever</w:t>
      </w:r>
    </w:p>
    <w:p w14:paraId="7EDAFB65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Postcode en plaats werkgever</w:t>
      </w:r>
    </w:p>
    <w:p w14:paraId="31EB3EB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F81E68A" w14:textId="69B0A1E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75F30F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4C106F">
        <w:rPr>
          <w:rFonts w:asciiTheme="minorHAnsi" w:hAnsiTheme="minorHAnsi" w:cstheme="minorHAnsi"/>
          <w:b/>
          <w:bCs/>
          <w:sz w:val="22"/>
          <w:szCs w:val="22"/>
          <w:u w:val="single"/>
        </w:rPr>
        <w:t>PER AANGETEKENDE POST</w:t>
      </w:r>
    </w:p>
    <w:p w14:paraId="535EE154" w14:textId="38404352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03BC873C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B6B6409" w14:textId="2545D9A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Plaats, datum</w:t>
      </w:r>
    </w:p>
    <w:p w14:paraId="15C2AA83" w14:textId="2E6CE8B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Betreft: Ontslagbrief voorbeeld</w:t>
      </w:r>
    </w:p>
    <w:p w14:paraId="70CF9574" w14:textId="23288268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6A5758E" w14:textId="77777777" w:rsid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D743CC2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F4BD70A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802973">
        <w:rPr>
          <w:rFonts w:asciiTheme="minorHAnsi" w:hAnsiTheme="minorHAnsi" w:cstheme="minorHAnsi"/>
          <w:sz w:val="22"/>
          <w:szCs w:val="22"/>
        </w:rPr>
        <w:t>Geachte heer/mevrouw,</w:t>
      </w:r>
    </w:p>
    <w:p w14:paraId="3B855826" w14:textId="77777777" w:rsidR="00802973" w:rsidRPr="00802973" w:rsidRDefault="00802973" w:rsidP="00802973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EAFA761" w14:textId="77777777" w:rsidR="0018707A" w:rsidRDefault="0018707A" w:rsidP="0018707A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CBBFD0B" w14:textId="64E12A67" w:rsidR="004A0D8E" w:rsidRPr="004A0D8E" w:rsidRDefault="004A0D8E" w:rsidP="004A0D8E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A0D8E">
        <w:rPr>
          <w:rFonts w:asciiTheme="minorHAnsi" w:hAnsiTheme="minorHAnsi" w:cstheme="minorHAnsi"/>
          <w:sz w:val="22"/>
          <w:szCs w:val="22"/>
        </w:rPr>
        <w:t xml:space="preserve">Zoals u weet hebben wij een ontslagvergunning aangevraagd bij het UWV in verband met de reorganisatie. </w:t>
      </w:r>
    </w:p>
    <w:p w14:paraId="52E78036" w14:textId="77777777" w:rsidR="004A0D8E" w:rsidRDefault="004A0D8E" w:rsidP="004A0D8E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7399C7CE" w14:textId="77777777" w:rsidR="004A0D8E" w:rsidRPr="004A0D8E" w:rsidRDefault="004A0D8E" w:rsidP="004A0D8E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62E8324" w14:textId="77777777" w:rsidR="004A0D8E" w:rsidRPr="004A0D8E" w:rsidRDefault="004A0D8E" w:rsidP="004A0D8E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A0D8E">
        <w:rPr>
          <w:rFonts w:asciiTheme="minorHAnsi" w:hAnsiTheme="minorHAnsi" w:cstheme="minorHAnsi"/>
          <w:sz w:val="22"/>
          <w:szCs w:val="22"/>
        </w:rPr>
        <w:t>Op (datum) heeft de Raad van Bestuur van het UWV de door ons aangevraagde ontslagvergunning verleend. In de bijlage hebben we een kopie van de vergunning voor de reorganisatie toegevoegd.</w:t>
      </w:r>
    </w:p>
    <w:p w14:paraId="1169C8A8" w14:textId="77777777" w:rsidR="004A0D8E" w:rsidRPr="004A0D8E" w:rsidRDefault="004A0D8E" w:rsidP="004A0D8E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1781CABE" w14:textId="3348D583" w:rsidR="004A0D8E" w:rsidRPr="004A0D8E" w:rsidRDefault="004A0D8E" w:rsidP="004A0D8E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A0D8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4B8D4C" w14:textId="77777777" w:rsidR="004A0D8E" w:rsidRPr="004A0D8E" w:rsidRDefault="004A0D8E" w:rsidP="004A0D8E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A0D8E">
        <w:rPr>
          <w:rFonts w:asciiTheme="minorHAnsi" w:hAnsiTheme="minorHAnsi" w:cstheme="minorHAnsi"/>
          <w:sz w:val="22"/>
          <w:szCs w:val="22"/>
        </w:rPr>
        <w:t>Inachtneming met de wettelijk geldende opzegtermijn van 1 maand zullen wij uw arbeidsovereenkomst eindigen per (datum).</w:t>
      </w:r>
    </w:p>
    <w:p w14:paraId="37755120" w14:textId="0C33E1FA" w:rsidR="004A0D8E" w:rsidRPr="004A0D8E" w:rsidRDefault="004A0D8E" w:rsidP="004A0D8E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2AB600DC" w14:textId="77777777" w:rsidR="004A0D8E" w:rsidRPr="004A0D8E" w:rsidRDefault="004A0D8E" w:rsidP="004A0D8E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2A71D108" w14:textId="234BAF4C" w:rsidR="00431CD4" w:rsidRDefault="004A0D8E" w:rsidP="004A0D8E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A0D8E">
        <w:rPr>
          <w:rFonts w:asciiTheme="minorHAnsi" w:hAnsiTheme="minorHAnsi" w:cstheme="minorHAnsi"/>
          <w:sz w:val="22"/>
          <w:szCs w:val="22"/>
        </w:rPr>
        <w:t>Wij willen u bedanken voor uw inzet en wensen u veel succes in het vinden van een nieuwe baan.</w:t>
      </w:r>
    </w:p>
    <w:p w14:paraId="40B892DE" w14:textId="3070F37D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Met vriendelijke groet,</w:t>
      </w:r>
    </w:p>
    <w:p w14:paraId="570EA950" w14:textId="60B6894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824411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687A307E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Handtekening</w:t>
      </w:r>
    </w:p>
    <w:p w14:paraId="32A33654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p w14:paraId="3A680537" w14:textId="77777777" w:rsidR="004C106F" w:rsidRPr="004C106F" w:rsidRDefault="004C106F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  <w:r w:rsidRPr="004C106F">
        <w:rPr>
          <w:rFonts w:asciiTheme="minorHAnsi" w:hAnsiTheme="minorHAnsi" w:cstheme="minorHAnsi"/>
          <w:sz w:val="22"/>
          <w:szCs w:val="22"/>
        </w:rPr>
        <w:t>Uw naam</w:t>
      </w:r>
    </w:p>
    <w:p w14:paraId="684F6DA7" w14:textId="5831FEA4" w:rsidR="00875644" w:rsidRPr="004C106F" w:rsidRDefault="00875644" w:rsidP="004C106F">
      <w:pPr>
        <w:pStyle w:val="Geenafstand"/>
        <w:rPr>
          <w:rFonts w:asciiTheme="minorHAnsi" w:hAnsiTheme="minorHAnsi" w:cstheme="minorHAnsi"/>
          <w:sz w:val="22"/>
          <w:szCs w:val="22"/>
        </w:rPr>
      </w:pPr>
    </w:p>
    <w:sectPr w:rsidR="00875644" w:rsidRPr="004C106F" w:rsidSect="005C3807">
      <w:headerReference w:type="default" r:id="rId7"/>
      <w:pgSz w:w="11906" w:h="16838"/>
      <w:pgMar w:top="720" w:right="720" w:bottom="720" w:left="720" w:header="709" w:footer="709" w:gutter="0"/>
      <w:cols w:space="709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BDF5E" w14:textId="77777777" w:rsidR="00B84A56" w:rsidRDefault="00B84A56" w:rsidP="00B34D13">
      <w:r>
        <w:separator/>
      </w:r>
    </w:p>
  </w:endnote>
  <w:endnote w:type="continuationSeparator" w:id="0">
    <w:p w14:paraId="74064005" w14:textId="77777777" w:rsidR="00B84A56" w:rsidRDefault="00B84A56" w:rsidP="00B34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D45E3" w14:textId="77777777" w:rsidR="00B84A56" w:rsidRDefault="00B84A56" w:rsidP="00B34D13">
      <w:r>
        <w:separator/>
      </w:r>
    </w:p>
  </w:footnote>
  <w:footnote w:type="continuationSeparator" w:id="0">
    <w:p w14:paraId="7C1D8F00" w14:textId="77777777" w:rsidR="00B84A56" w:rsidRDefault="00B84A56" w:rsidP="00B34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7A336" w14:textId="1FBAC177" w:rsidR="00B34D13" w:rsidRDefault="00B34D13" w:rsidP="00E643CA">
    <w:pPr>
      <w:pStyle w:val="Koptekst"/>
      <w:jc w:val="right"/>
    </w:pPr>
    <w:r>
      <w:rPr>
        <w:noProof/>
      </w:rPr>
      <w:drawing>
        <wp:inline distT="0" distB="0" distL="0" distR="0" wp14:anchorId="2BAD132E" wp14:editId="29C586E8">
          <wp:extent cx="725714" cy="703035"/>
          <wp:effectExtent l="0" t="0" r="0" b="0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2018-vbo-k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691" cy="71076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B924AE" w14:textId="77777777" w:rsidR="00B34D13" w:rsidRDefault="00B34D1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97D6C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32839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4C31361"/>
    <w:multiLevelType w:val="hybridMultilevel"/>
    <w:tmpl w:val="ED82316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7342F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DF7683E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8A41F43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2586474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76B12E55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50413568">
    <w:abstractNumId w:val="4"/>
  </w:num>
  <w:num w:numId="2" w16cid:durableId="1647514218">
    <w:abstractNumId w:val="5"/>
  </w:num>
  <w:num w:numId="3" w16cid:durableId="1315375980">
    <w:abstractNumId w:val="6"/>
  </w:num>
  <w:num w:numId="4" w16cid:durableId="1229001478">
    <w:abstractNumId w:val="1"/>
  </w:num>
  <w:num w:numId="5" w16cid:durableId="825124261">
    <w:abstractNumId w:val="7"/>
  </w:num>
  <w:num w:numId="6" w16cid:durableId="1118639855">
    <w:abstractNumId w:val="3"/>
  </w:num>
  <w:num w:numId="7" w16cid:durableId="1270694835">
    <w:abstractNumId w:val="2"/>
  </w:num>
  <w:num w:numId="8" w16cid:durableId="2090416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attachedTemplate r:id="rId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CFB"/>
    <w:rsid w:val="00003CC5"/>
    <w:rsid w:val="000D2BDA"/>
    <w:rsid w:val="000E31BA"/>
    <w:rsid w:val="00107E45"/>
    <w:rsid w:val="00126862"/>
    <w:rsid w:val="0018707A"/>
    <w:rsid w:val="0023303D"/>
    <w:rsid w:val="002658C5"/>
    <w:rsid w:val="00290FE1"/>
    <w:rsid w:val="003C62F7"/>
    <w:rsid w:val="00431CD4"/>
    <w:rsid w:val="0043336B"/>
    <w:rsid w:val="004A0D8E"/>
    <w:rsid w:val="004C106F"/>
    <w:rsid w:val="004D6A2B"/>
    <w:rsid w:val="005066F7"/>
    <w:rsid w:val="005B05D5"/>
    <w:rsid w:val="005C3807"/>
    <w:rsid w:val="00690CFB"/>
    <w:rsid w:val="006D0C35"/>
    <w:rsid w:val="007339A3"/>
    <w:rsid w:val="007650F5"/>
    <w:rsid w:val="007D1A2B"/>
    <w:rsid w:val="00802973"/>
    <w:rsid w:val="008144C9"/>
    <w:rsid w:val="00837555"/>
    <w:rsid w:val="00875644"/>
    <w:rsid w:val="00A555F9"/>
    <w:rsid w:val="00A55C16"/>
    <w:rsid w:val="00AD2CF6"/>
    <w:rsid w:val="00B26EC3"/>
    <w:rsid w:val="00B33BAE"/>
    <w:rsid w:val="00B34D13"/>
    <w:rsid w:val="00B4175E"/>
    <w:rsid w:val="00B81318"/>
    <w:rsid w:val="00B84A56"/>
    <w:rsid w:val="00C7253D"/>
    <w:rsid w:val="00D042E5"/>
    <w:rsid w:val="00D61388"/>
    <w:rsid w:val="00E643CA"/>
    <w:rsid w:val="00ED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F6D8C"/>
  <w15:docId w15:val="{BBB59AA2-4C9D-435C-8CE1-C44AD833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D2CF6"/>
    <w:pPr>
      <w:autoSpaceDE w:val="0"/>
      <w:autoSpaceDN w:val="0"/>
    </w:pPr>
  </w:style>
  <w:style w:type="paragraph" w:styleId="Kop1">
    <w:name w:val="heading 1"/>
    <w:basedOn w:val="Standaard"/>
    <w:next w:val="Standaard"/>
    <w:link w:val="Kop1Char"/>
    <w:qFormat/>
    <w:rsid w:val="00AD2CF6"/>
    <w:pPr>
      <w:keepNext/>
      <w:outlineLvl w:val="0"/>
    </w:pPr>
    <w:rPr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qFormat/>
    <w:rsid w:val="00AD2CF6"/>
    <w:pPr>
      <w:jc w:val="center"/>
    </w:pPr>
    <w:rPr>
      <w:b/>
      <w:bCs/>
    </w:rPr>
  </w:style>
  <w:style w:type="paragraph" w:styleId="Lijstalinea">
    <w:name w:val="List Paragraph"/>
    <w:basedOn w:val="Standaard"/>
    <w:uiPriority w:val="34"/>
    <w:qFormat/>
    <w:rsid w:val="00D61388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rsid w:val="00A55C16"/>
    <w:rPr>
      <w:b/>
      <w:bCs/>
    </w:rPr>
  </w:style>
  <w:style w:type="paragraph" w:styleId="Koptekst">
    <w:name w:val="header"/>
    <w:basedOn w:val="Standaard"/>
    <w:link w:val="Kop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34D13"/>
  </w:style>
  <w:style w:type="paragraph" w:styleId="Voettekst">
    <w:name w:val="footer"/>
    <w:basedOn w:val="Standaard"/>
    <w:link w:val="VoettekstChar"/>
    <w:uiPriority w:val="99"/>
    <w:unhideWhenUsed/>
    <w:rsid w:val="00B34D1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34D13"/>
  </w:style>
  <w:style w:type="paragraph" w:styleId="Geenafstand">
    <w:name w:val="No Spacing"/>
    <w:uiPriority w:val="1"/>
    <w:qFormat/>
    <w:rsid w:val="004C106F"/>
    <w:pPr>
      <w:autoSpaceDE w:val="0"/>
      <w:autoSpaceDN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la\AppData\Roaming\Microsoft\Templates\Stageovereenkomst.dot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Stageovereenkomst</Template>
  <TotalTime>0</TotalTime>
  <Pages>1</Pages>
  <Words>120</Words>
  <Characters>708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DENDA Multimedia b.v.</Company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Carla</dc:creator>
  <cp:lastModifiedBy>carla Vos- van Braak</cp:lastModifiedBy>
  <cp:revision>3</cp:revision>
  <cp:lastPrinted>2000-04-04T07:06:00Z</cp:lastPrinted>
  <dcterms:created xsi:type="dcterms:W3CDTF">2023-03-03T07:43:00Z</dcterms:created>
  <dcterms:modified xsi:type="dcterms:W3CDTF">2023-03-03T07:43:00Z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TC010454351043</vt:lpwstr>
  </property>
</Properties>
</file>