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EAFA761" w14:textId="77777777" w:rsid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5FA8B30" w14:textId="028ABA70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31CD4">
        <w:rPr>
          <w:rFonts w:asciiTheme="minorHAnsi" w:hAnsiTheme="minorHAnsi" w:cstheme="minorHAnsi"/>
          <w:sz w:val="22"/>
          <w:szCs w:val="22"/>
        </w:rPr>
        <w:t>Op (datum) zijn wij een arbeidsovereenkomst voor onbepaalde tijd met u aangegaan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431CD4">
        <w:rPr>
          <w:rFonts w:asciiTheme="minorHAnsi" w:hAnsiTheme="minorHAnsi" w:cstheme="minorHAnsi"/>
          <w:sz w:val="22"/>
          <w:szCs w:val="22"/>
        </w:rPr>
        <w:t>Zoals overeengekomen beëindigen we de arbeidsovereenkomst per (datum) met wederzijds goedkeuren.</w:t>
      </w:r>
    </w:p>
    <w:p w14:paraId="07BAA39B" w14:textId="77777777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31C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232BC1" w14:textId="77777777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65258AA" w14:textId="77777777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31CD4">
        <w:rPr>
          <w:rFonts w:asciiTheme="minorHAnsi" w:hAnsiTheme="minorHAnsi" w:cstheme="minorHAnsi"/>
          <w:sz w:val="22"/>
          <w:szCs w:val="22"/>
        </w:rPr>
        <w:t>In de bijlage treft u de getekende beëindigingovereenkomst. Zoals u weet heeft u 2 weken bedenktijd voordat het definitieve ontslag zal gelden.</w:t>
      </w:r>
    </w:p>
    <w:p w14:paraId="51FE1E62" w14:textId="1F1F156F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CE0731D" w14:textId="77777777" w:rsidR="00431CD4" w:rsidRP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2773250B" w14:textId="69ACED62" w:rsidR="00431CD4" w:rsidRDefault="00431CD4" w:rsidP="00431CD4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31CD4">
        <w:rPr>
          <w:rFonts w:asciiTheme="minorHAnsi" w:hAnsiTheme="minorHAnsi" w:cstheme="minorHAnsi"/>
          <w:sz w:val="22"/>
          <w:szCs w:val="22"/>
        </w:rPr>
        <w:t>Wij bedanken u voor uw inzet en wensen u veel succes bij uw toekomstige loopbaan.</w:t>
      </w:r>
    </w:p>
    <w:p w14:paraId="2A71D108" w14:textId="77777777" w:rsidR="00431CD4" w:rsidRDefault="00431CD4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03CC5"/>
    <w:rsid w:val="000D2BDA"/>
    <w:rsid w:val="000E31BA"/>
    <w:rsid w:val="00107E45"/>
    <w:rsid w:val="00126862"/>
    <w:rsid w:val="0018707A"/>
    <w:rsid w:val="0023303D"/>
    <w:rsid w:val="002658C5"/>
    <w:rsid w:val="00290FE1"/>
    <w:rsid w:val="003C62F7"/>
    <w:rsid w:val="00431CD4"/>
    <w:rsid w:val="0043336B"/>
    <w:rsid w:val="004C106F"/>
    <w:rsid w:val="004D6A2B"/>
    <w:rsid w:val="005066F7"/>
    <w:rsid w:val="005B05D5"/>
    <w:rsid w:val="005C3807"/>
    <w:rsid w:val="00690CFB"/>
    <w:rsid w:val="007339A3"/>
    <w:rsid w:val="007650F5"/>
    <w:rsid w:val="007D1A2B"/>
    <w:rsid w:val="00802973"/>
    <w:rsid w:val="008144C9"/>
    <w:rsid w:val="00837555"/>
    <w:rsid w:val="00875644"/>
    <w:rsid w:val="00A555F9"/>
    <w:rsid w:val="00A55C16"/>
    <w:rsid w:val="00AD2CF6"/>
    <w:rsid w:val="00B26EC3"/>
    <w:rsid w:val="00B33BAE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1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2023-03-03T07:42:00Z</dcterms:created>
  <dcterms:modified xsi:type="dcterms:W3CDTF">2023-03-03T07:43:00Z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