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EAFA761" w14:textId="77777777" w:rsid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5126133" w14:textId="1B57499C" w:rsidR="0018707A" w:rsidRP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18707A">
        <w:rPr>
          <w:rFonts w:asciiTheme="minorHAnsi" w:hAnsiTheme="minorHAnsi" w:cstheme="minorHAnsi"/>
          <w:sz w:val="22"/>
          <w:szCs w:val="22"/>
        </w:rPr>
        <w:t>Op (datum) zijn wij een arbeidsovereenkomst voor onbepaalde tijd met u aangegaan, met een proeftijd van 1 maand.</w:t>
      </w:r>
    </w:p>
    <w:p w14:paraId="28ECCF94" w14:textId="33B53FE8" w:rsidR="0018707A" w:rsidRP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E439B5" w14:textId="77777777" w:rsidR="0018707A" w:rsidRP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A1A7F7E" w14:textId="77777777" w:rsid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18707A">
        <w:rPr>
          <w:rFonts w:asciiTheme="minorHAnsi" w:hAnsiTheme="minorHAnsi" w:cstheme="minorHAnsi"/>
          <w:sz w:val="22"/>
          <w:szCs w:val="22"/>
        </w:rPr>
        <w:t xml:space="preserve">Zoals op (datum) </w:t>
      </w:r>
      <w:proofErr w:type="gramStart"/>
      <w:r w:rsidRPr="0018707A">
        <w:rPr>
          <w:rFonts w:asciiTheme="minorHAnsi" w:hAnsiTheme="minorHAnsi" w:cstheme="minorHAnsi"/>
          <w:sz w:val="22"/>
          <w:szCs w:val="22"/>
        </w:rPr>
        <w:t>reeds</w:t>
      </w:r>
      <w:proofErr w:type="gramEnd"/>
      <w:r w:rsidRPr="0018707A">
        <w:rPr>
          <w:rFonts w:asciiTheme="minorHAnsi" w:hAnsiTheme="minorHAnsi" w:cstheme="minorHAnsi"/>
          <w:sz w:val="22"/>
          <w:szCs w:val="22"/>
        </w:rPr>
        <w:t xml:space="preserve"> mondeling besproken, ontvangt u hierbij de schriftelijke bevestiging dat wij uw arbeidsovereenkomst met ingang van (datum) beëindigen in uw proeftijd.  </w:t>
      </w:r>
    </w:p>
    <w:p w14:paraId="2D98B632" w14:textId="57AF45ED" w:rsidR="0018707A" w:rsidRP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187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926BD0" w14:textId="77777777" w:rsidR="0018707A" w:rsidRP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4740C0" w14:textId="4A3EE7A0" w:rsidR="000E31B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18707A">
        <w:rPr>
          <w:rFonts w:asciiTheme="minorHAnsi" w:hAnsiTheme="minorHAnsi" w:cstheme="minorHAnsi"/>
          <w:sz w:val="22"/>
          <w:szCs w:val="22"/>
        </w:rPr>
        <w:t>Wij bedanken u voor uw inzet en wensen u veel succes bij uw toekomstige loopbaan.</w:t>
      </w: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D2BDA"/>
    <w:rsid w:val="000E31BA"/>
    <w:rsid w:val="00107E45"/>
    <w:rsid w:val="00126862"/>
    <w:rsid w:val="0018707A"/>
    <w:rsid w:val="0023303D"/>
    <w:rsid w:val="002658C5"/>
    <w:rsid w:val="00290FE1"/>
    <w:rsid w:val="003C62F7"/>
    <w:rsid w:val="0043336B"/>
    <w:rsid w:val="004C106F"/>
    <w:rsid w:val="004D6A2B"/>
    <w:rsid w:val="005066F7"/>
    <w:rsid w:val="005B05D5"/>
    <w:rsid w:val="005C3807"/>
    <w:rsid w:val="00690CFB"/>
    <w:rsid w:val="007339A3"/>
    <w:rsid w:val="007650F5"/>
    <w:rsid w:val="007D1A2B"/>
    <w:rsid w:val="00802973"/>
    <w:rsid w:val="008144C9"/>
    <w:rsid w:val="00837555"/>
    <w:rsid w:val="00875644"/>
    <w:rsid w:val="00A555F9"/>
    <w:rsid w:val="00A55C16"/>
    <w:rsid w:val="00AD2CF6"/>
    <w:rsid w:val="00B26EC3"/>
    <w:rsid w:val="00B33BAE"/>
    <w:rsid w:val="00B34D13"/>
    <w:rsid w:val="00B4175E"/>
    <w:rsid w:val="00B81318"/>
    <w:rsid w:val="00B84A56"/>
    <w:rsid w:val="00C7253D"/>
    <w:rsid w:val="00D042E5"/>
    <w:rsid w:val="00D61388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2</TotalTime>
  <Pages>1</Pages>
  <Words>96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2023-03-03T07:41:00Z</dcterms:created>
  <dcterms:modified xsi:type="dcterms:W3CDTF">2023-03-03T07:42:00Z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