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F54668" w14:textId="43217FD5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37555">
        <w:rPr>
          <w:rFonts w:asciiTheme="minorHAnsi" w:hAnsiTheme="minorHAnsi" w:cstheme="minorHAnsi"/>
          <w:sz w:val="22"/>
          <w:szCs w:val="22"/>
        </w:rPr>
        <w:t>Helaas moeten wij u mededelen dat wij een ontslagvergunning hebben aangevraagd bij het UWV voor uw arbeidsovereenkomst bij (bedrijfsnaam) d.d. (datum ingang arbeidsovereenkomst. Wij hebben de vergunning aangevraagd om bedrijfseconomische redenen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83755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9ADD66" w14:textId="77777777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A7FD719" w14:textId="02160CD4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37555">
        <w:rPr>
          <w:rFonts w:asciiTheme="minorHAnsi" w:hAnsiTheme="minorHAnsi" w:cstheme="minorHAnsi"/>
          <w:sz w:val="22"/>
          <w:szCs w:val="22"/>
        </w:rPr>
        <w:t xml:space="preserve">Op datum) heeft de Raad van Bestuur van het UWV de door ons aangevraagde ontslagvergunning verleend. In de bijlage hebben we een kopie van de vergunning voor u toegevoegd. </w:t>
      </w:r>
    </w:p>
    <w:p w14:paraId="756BB079" w14:textId="77777777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9A5B5E3" w14:textId="52E6EDB5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37555">
        <w:rPr>
          <w:rFonts w:asciiTheme="minorHAnsi" w:hAnsiTheme="minorHAnsi" w:cstheme="minorHAnsi"/>
          <w:sz w:val="22"/>
          <w:szCs w:val="22"/>
        </w:rPr>
        <w:t>Naar aanleiding van de verleende vergunning en met inachtneming van de rechtsgeldige opzegtermijn zullen wij uw arbeidsovereenkomst eindigen per (datum). Daarmee is uw laatste werkdag bij (bedrijfsnaam) (datum)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3755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3F7366" w14:textId="77777777" w:rsidR="00837555" w:rsidRPr="00837555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839D49A" w14:textId="5E3AD0CB" w:rsidR="005066F7" w:rsidRDefault="00837555" w:rsidP="00837555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37555">
        <w:rPr>
          <w:rFonts w:asciiTheme="minorHAnsi" w:hAnsiTheme="minorHAnsi" w:cstheme="minorHAnsi"/>
          <w:sz w:val="22"/>
          <w:szCs w:val="22"/>
        </w:rPr>
        <w:t>Wij betreuren het op deze wij afscheid van u te moeten nemen en wensen u veel succes in uw toekomstige loopbaan. Voor een getuigschrift en referenties kunt u altijd bij ons terecht.</w:t>
      </w:r>
    </w:p>
    <w:p w14:paraId="70CD057C" w14:textId="77777777" w:rsidR="000E31BA" w:rsidRDefault="000E31BA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4740C0" w14:textId="77777777" w:rsidR="000E31BA" w:rsidRDefault="000E31BA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0E31BA"/>
    <w:rsid w:val="00126862"/>
    <w:rsid w:val="0023303D"/>
    <w:rsid w:val="002658C5"/>
    <w:rsid w:val="00290FE1"/>
    <w:rsid w:val="003C62F7"/>
    <w:rsid w:val="0043336B"/>
    <w:rsid w:val="004C106F"/>
    <w:rsid w:val="005066F7"/>
    <w:rsid w:val="005B05D5"/>
    <w:rsid w:val="005C3807"/>
    <w:rsid w:val="00690CFB"/>
    <w:rsid w:val="007339A3"/>
    <w:rsid w:val="007650F5"/>
    <w:rsid w:val="007D1A2B"/>
    <w:rsid w:val="00802973"/>
    <w:rsid w:val="008144C9"/>
    <w:rsid w:val="00837555"/>
    <w:rsid w:val="00875644"/>
    <w:rsid w:val="00A555F9"/>
    <w:rsid w:val="00A55C16"/>
    <w:rsid w:val="00AD2CF6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1</TotalTime>
  <Pages>1</Pages>
  <Words>159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2023-03-03T07:39:00Z</dcterms:created>
  <dcterms:modified xsi:type="dcterms:W3CDTF">2023-03-03T07:39:00Z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