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5938885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15D517" w14:textId="77777777" w:rsidR="008441A1" w:rsidRPr="008441A1" w:rsidRDefault="008441A1" w:rsidP="008441A1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441A1">
        <w:rPr>
          <w:rFonts w:asciiTheme="minorHAnsi" w:hAnsiTheme="minorHAnsi" w:cstheme="minorHAnsi"/>
          <w:sz w:val="22"/>
          <w:szCs w:val="22"/>
        </w:rPr>
        <w:t>Tot mijn spijt moet ik u mededelen dat ik per (datum) mijn ontslag indien.</w:t>
      </w:r>
    </w:p>
    <w:p w14:paraId="299CA853" w14:textId="77777777" w:rsidR="008441A1" w:rsidRPr="008441A1" w:rsidRDefault="008441A1" w:rsidP="008441A1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9F2513D" w14:textId="6123CFDF" w:rsidR="008441A1" w:rsidRPr="008441A1" w:rsidRDefault="008441A1" w:rsidP="008441A1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441A1">
        <w:rPr>
          <w:rFonts w:asciiTheme="minorHAnsi" w:hAnsiTheme="minorHAnsi" w:cstheme="minorHAnsi"/>
          <w:sz w:val="22"/>
          <w:szCs w:val="22"/>
        </w:rPr>
        <w:t xml:space="preserve">Ik heb elders een voorstel gekregen welke ik niet kan weigeren. Deze mogelijk biedt mij zowel op het gebied van arbeidsvoorwaarden als op </w:t>
      </w:r>
      <w:r w:rsidRPr="008441A1">
        <w:rPr>
          <w:rFonts w:asciiTheme="minorHAnsi" w:hAnsiTheme="minorHAnsi" w:cstheme="minorHAnsi"/>
          <w:sz w:val="22"/>
          <w:szCs w:val="22"/>
        </w:rPr>
        <w:t>carrièregebied</w:t>
      </w:r>
      <w:r w:rsidRPr="008441A1">
        <w:rPr>
          <w:rFonts w:asciiTheme="minorHAnsi" w:hAnsiTheme="minorHAnsi" w:cstheme="minorHAnsi"/>
          <w:sz w:val="22"/>
          <w:szCs w:val="22"/>
        </w:rPr>
        <w:t xml:space="preserve"> meer toekomstperspectief.</w:t>
      </w:r>
    </w:p>
    <w:p w14:paraId="6023903D" w14:textId="77777777" w:rsidR="008441A1" w:rsidRPr="008441A1" w:rsidRDefault="008441A1" w:rsidP="008441A1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CEDBDFF" w14:textId="7A9E075F" w:rsidR="00EC671D" w:rsidRDefault="008441A1" w:rsidP="008441A1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441A1">
        <w:rPr>
          <w:rFonts w:asciiTheme="minorHAnsi" w:hAnsiTheme="minorHAnsi" w:cstheme="minorHAnsi"/>
          <w:sz w:val="22"/>
          <w:szCs w:val="22"/>
        </w:rPr>
        <w:t>Ik wil u bedanken voor de waardevolle ervaring die ik bij (bedrijfsnaam) heb opgedaan en wens u al het beste toe voor in de toekomst.</w:t>
      </w:r>
    </w:p>
    <w:p w14:paraId="7F016908" w14:textId="77777777" w:rsidR="008441A1" w:rsidRDefault="008441A1" w:rsidP="008441A1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226B3CA" w14:textId="77777777" w:rsidR="008441A1" w:rsidRDefault="008441A1" w:rsidP="008441A1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A2F9C"/>
    <w:rsid w:val="000D2BDA"/>
    <w:rsid w:val="000E31BA"/>
    <w:rsid w:val="0023303D"/>
    <w:rsid w:val="002658C5"/>
    <w:rsid w:val="002700ED"/>
    <w:rsid w:val="00290FE1"/>
    <w:rsid w:val="003C62F7"/>
    <w:rsid w:val="0043336B"/>
    <w:rsid w:val="004C106F"/>
    <w:rsid w:val="005066F7"/>
    <w:rsid w:val="005B05D5"/>
    <w:rsid w:val="005C3807"/>
    <w:rsid w:val="00690CFB"/>
    <w:rsid w:val="006B31CE"/>
    <w:rsid w:val="007339A3"/>
    <w:rsid w:val="007650F5"/>
    <w:rsid w:val="007D1A2B"/>
    <w:rsid w:val="00802973"/>
    <w:rsid w:val="008144C9"/>
    <w:rsid w:val="008441A1"/>
    <w:rsid w:val="00875644"/>
    <w:rsid w:val="0089212F"/>
    <w:rsid w:val="00A555F9"/>
    <w:rsid w:val="00A55C16"/>
    <w:rsid w:val="00A87104"/>
    <w:rsid w:val="00AD2CF6"/>
    <w:rsid w:val="00B22E2E"/>
    <w:rsid w:val="00B34D13"/>
    <w:rsid w:val="00B4175E"/>
    <w:rsid w:val="00B81318"/>
    <w:rsid w:val="00B84A56"/>
    <w:rsid w:val="00BA242E"/>
    <w:rsid w:val="00C7253D"/>
    <w:rsid w:val="00D042E5"/>
    <w:rsid w:val="00D61388"/>
    <w:rsid w:val="00DE25C6"/>
    <w:rsid w:val="00E643CA"/>
    <w:rsid w:val="00EC671D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0</TotalTime>
  <Pages>1</Pages>
  <Words>104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2023-03-03T05:34:00Z</dcterms:created>
  <dcterms:modified xsi:type="dcterms:W3CDTF">2023-03-03T05:34:00Z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