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5938885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3C714B" w14:textId="05A16CF2" w:rsidR="006B31CE" w:rsidRPr="006B31CE" w:rsidRDefault="006B31CE" w:rsidP="006B31C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6B31CE">
        <w:rPr>
          <w:rFonts w:asciiTheme="minorHAnsi" w:hAnsiTheme="minorHAnsi" w:cstheme="minorHAnsi"/>
          <w:sz w:val="22"/>
          <w:szCs w:val="22"/>
        </w:rPr>
        <w:t>Hierbij dien ik mijn ontslag in per (datum), met inachtneming van de opzegtermijn van 1 maand.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B31CE">
        <w:rPr>
          <w:rFonts w:asciiTheme="minorHAnsi" w:hAnsiTheme="minorHAnsi" w:cstheme="minorHAnsi"/>
          <w:sz w:val="22"/>
          <w:szCs w:val="22"/>
        </w:rPr>
        <w:t>Na een plezierig dienstverband van 4 jaar heb ik een functie elders geaccepteerd per (datum).</w:t>
      </w:r>
    </w:p>
    <w:p w14:paraId="587068C2" w14:textId="77777777" w:rsidR="006B31CE" w:rsidRPr="006B31CE" w:rsidRDefault="006B31CE" w:rsidP="006B31C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BCFA66A" w14:textId="7546EB3B" w:rsidR="006B31CE" w:rsidRPr="006B31CE" w:rsidRDefault="006B31CE" w:rsidP="006B31C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6B31CE">
        <w:rPr>
          <w:rFonts w:asciiTheme="minorHAnsi" w:hAnsiTheme="minorHAnsi" w:cstheme="minorHAnsi"/>
          <w:sz w:val="22"/>
          <w:szCs w:val="22"/>
        </w:rPr>
        <w:t>Uiteraard za lik de lopende zaken voor mijn vertrek zo goed mogelijk afhandelen en zal ik mijn werkzaamheden zorgvuldig overdragen aan mijn opvolger.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B31CE">
        <w:rPr>
          <w:rFonts w:asciiTheme="minorHAnsi" w:hAnsiTheme="minorHAnsi" w:cstheme="minorHAnsi"/>
          <w:sz w:val="22"/>
          <w:szCs w:val="22"/>
        </w:rPr>
        <w:t>De lopende zaken zal ik voor mijn vertrek zo goed mogelijk trachten af te handelen, zodat de overgang voor iedereen vlot kan verlopen.</w:t>
      </w:r>
    </w:p>
    <w:p w14:paraId="18301FB4" w14:textId="77777777" w:rsidR="006B31CE" w:rsidRPr="006B31CE" w:rsidRDefault="006B31CE" w:rsidP="006B31C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6834121" w14:textId="76DEFC0B" w:rsidR="006B31CE" w:rsidRPr="006B31CE" w:rsidRDefault="006B31CE" w:rsidP="006B31C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6B31CE">
        <w:rPr>
          <w:rFonts w:asciiTheme="minorHAnsi" w:hAnsiTheme="minorHAnsi" w:cstheme="minorHAnsi"/>
          <w:sz w:val="22"/>
          <w:szCs w:val="22"/>
        </w:rPr>
        <w:t xml:space="preserve"> Kunt u mij een getuigschrift sturen voor een eventuele toekomstige carrièreswitch?</w:t>
      </w:r>
    </w:p>
    <w:p w14:paraId="634346F5" w14:textId="77777777" w:rsidR="006B31CE" w:rsidRPr="006B31CE" w:rsidRDefault="006B31CE" w:rsidP="006B31C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0CD057C" w14:textId="270600CB" w:rsidR="000E31BA" w:rsidRDefault="006B31CE" w:rsidP="006B31C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6B31CE">
        <w:rPr>
          <w:rFonts w:asciiTheme="minorHAnsi" w:hAnsiTheme="minorHAnsi" w:cstheme="minorHAnsi"/>
          <w:sz w:val="22"/>
          <w:szCs w:val="22"/>
        </w:rPr>
        <w:t>Bedankt voor de plezierige samenwerking en ik wens u en (bedrijfsnaam) veel succes toe in de toekomst. Wellicht kruizen onze paden elkaar nog ergens.</w:t>
      </w:r>
    </w:p>
    <w:p w14:paraId="034740C0" w14:textId="77777777" w:rsidR="000E31BA" w:rsidRDefault="000E31BA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D2BDA"/>
    <w:rsid w:val="000E31BA"/>
    <w:rsid w:val="0023303D"/>
    <w:rsid w:val="002658C5"/>
    <w:rsid w:val="00290FE1"/>
    <w:rsid w:val="003C62F7"/>
    <w:rsid w:val="0043336B"/>
    <w:rsid w:val="004C106F"/>
    <w:rsid w:val="005066F7"/>
    <w:rsid w:val="005B05D5"/>
    <w:rsid w:val="005C3807"/>
    <w:rsid w:val="00690CFB"/>
    <w:rsid w:val="006B31CE"/>
    <w:rsid w:val="007339A3"/>
    <w:rsid w:val="007650F5"/>
    <w:rsid w:val="007D1A2B"/>
    <w:rsid w:val="00802973"/>
    <w:rsid w:val="008144C9"/>
    <w:rsid w:val="00875644"/>
    <w:rsid w:val="00A555F9"/>
    <w:rsid w:val="00A55C16"/>
    <w:rsid w:val="00AD2CF6"/>
    <w:rsid w:val="00B22E2E"/>
    <w:rsid w:val="00B34D13"/>
    <w:rsid w:val="00B4175E"/>
    <w:rsid w:val="00B81318"/>
    <w:rsid w:val="00B84A56"/>
    <w:rsid w:val="00BA242E"/>
    <w:rsid w:val="00C7253D"/>
    <w:rsid w:val="00D042E5"/>
    <w:rsid w:val="00D61388"/>
    <w:rsid w:val="00DE25C6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0</TotalTime>
  <Pages>1</Pages>
  <Words>151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2023-03-03T05:32:00Z</dcterms:created>
  <dcterms:modified xsi:type="dcterms:W3CDTF">2023-03-03T05:32:00Z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