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7167A" w14:textId="378BDC1F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76DBA835" w14:textId="32BBCE2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Adres</w:t>
      </w:r>
    </w:p>
    <w:p w14:paraId="63D0FBED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Postcode en plaats</w:t>
      </w:r>
    </w:p>
    <w:p w14:paraId="1B727122" w14:textId="69E04FA9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06AD99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4B9723C" w14:textId="0D12CD3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4C106F">
        <w:rPr>
          <w:rFonts w:asciiTheme="minorHAnsi" w:hAnsiTheme="minorHAnsi" w:cstheme="minorHAnsi"/>
          <w:sz w:val="22"/>
          <w:szCs w:val="22"/>
        </w:rPr>
        <w:t>Bedrijfs</w:t>
      </w:r>
      <w:proofErr w:type="spellEnd"/>
      <w:r w:rsidRPr="004C106F">
        <w:rPr>
          <w:rFonts w:asciiTheme="minorHAnsi" w:hAnsiTheme="minorHAnsi" w:cstheme="minorHAnsi"/>
          <w:sz w:val="22"/>
          <w:szCs w:val="22"/>
        </w:rPr>
        <w:t>)Naam</w:t>
      </w:r>
    </w:p>
    <w:p w14:paraId="2B97E957" w14:textId="6CD0F5B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T.a.v. Afdeling personeelszaken, directie, of een gerichte naam</w:t>
      </w:r>
    </w:p>
    <w:p w14:paraId="7EAE46B1" w14:textId="011562C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Adres werkgever</w:t>
      </w:r>
    </w:p>
    <w:p w14:paraId="7EDAFB65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Postcode en plaats werkgever</w:t>
      </w:r>
    </w:p>
    <w:p w14:paraId="31EB3EB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F81E68A" w14:textId="69B0A1E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75F30F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C106F">
        <w:rPr>
          <w:rFonts w:asciiTheme="minorHAnsi" w:hAnsiTheme="minorHAnsi" w:cstheme="minorHAnsi"/>
          <w:b/>
          <w:bCs/>
          <w:sz w:val="22"/>
          <w:szCs w:val="22"/>
          <w:u w:val="single"/>
        </w:rPr>
        <w:t>PER AANGETEKENDE POST</w:t>
      </w:r>
    </w:p>
    <w:p w14:paraId="535EE154" w14:textId="38404352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3BC873C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B6B6409" w14:textId="2545D9A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Plaats, datum</w:t>
      </w:r>
    </w:p>
    <w:p w14:paraId="15C2AA83" w14:textId="2E6CE8B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Betreft: Ontslagbrief voorbeeld</w:t>
      </w:r>
    </w:p>
    <w:p w14:paraId="70CF9574" w14:textId="2328826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6A5758E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D743CC2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F4BD70A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>Geachte heer/mevrouw,</w:t>
      </w:r>
    </w:p>
    <w:p w14:paraId="3B855826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5938885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2AD1017" w14:textId="4DC94193" w:rsidR="000E31BA" w:rsidRPr="000E31BA" w:rsidRDefault="000E31BA" w:rsidP="000E31BA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0E31BA">
        <w:rPr>
          <w:rFonts w:asciiTheme="minorHAnsi" w:hAnsiTheme="minorHAnsi" w:cstheme="minorHAnsi"/>
          <w:sz w:val="22"/>
          <w:szCs w:val="22"/>
        </w:rPr>
        <w:t>Hierbij dien ik mijn ontslag in per (datum), met inachtneming van de opzegtermijn van 1 maand.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E31BA">
        <w:rPr>
          <w:rFonts w:asciiTheme="minorHAnsi" w:hAnsiTheme="minorHAnsi" w:cstheme="minorHAnsi"/>
          <w:sz w:val="22"/>
          <w:szCs w:val="22"/>
        </w:rPr>
        <w:t xml:space="preserve">Ik heb, zoals </w:t>
      </w:r>
      <w:proofErr w:type="gramStart"/>
      <w:r w:rsidRPr="000E31BA">
        <w:rPr>
          <w:rFonts w:asciiTheme="minorHAnsi" w:hAnsiTheme="minorHAnsi" w:cstheme="minorHAnsi"/>
          <w:sz w:val="22"/>
          <w:szCs w:val="22"/>
        </w:rPr>
        <w:t>reeds</w:t>
      </w:r>
      <w:proofErr w:type="gramEnd"/>
      <w:r w:rsidRPr="000E31BA">
        <w:rPr>
          <w:rFonts w:asciiTheme="minorHAnsi" w:hAnsiTheme="minorHAnsi" w:cstheme="minorHAnsi"/>
          <w:sz w:val="22"/>
          <w:szCs w:val="22"/>
        </w:rPr>
        <w:t xml:space="preserve"> mondeling besproken, een andere baan gevonden die mij betere perspectieven biedt.</w:t>
      </w:r>
    </w:p>
    <w:p w14:paraId="077CC636" w14:textId="77777777" w:rsidR="000E31BA" w:rsidRPr="000E31BA" w:rsidRDefault="000E31BA" w:rsidP="000E31BA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8CCC707" w14:textId="77777777" w:rsidR="000E31BA" w:rsidRPr="000E31BA" w:rsidRDefault="000E31BA" w:rsidP="000E31BA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0E31BA">
        <w:rPr>
          <w:rFonts w:asciiTheme="minorHAnsi" w:hAnsiTheme="minorHAnsi" w:cstheme="minorHAnsi"/>
          <w:sz w:val="22"/>
          <w:szCs w:val="22"/>
        </w:rPr>
        <w:t>Ik wil u bedanken voor de prettige samenwerking en wens u en het bedrijf het beste toe.</w:t>
      </w:r>
    </w:p>
    <w:p w14:paraId="1701DEC9" w14:textId="6B4CF415" w:rsidR="000E31BA" w:rsidRPr="000E31BA" w:rsidRDefault="000E31BA" w:rsidP="000E31BA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0E31B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B6FDAE" w14:textId="3DCC8DED" w:rsidR="00802973" w:rsidRPr="00802973" w:rsidRDefault="000E31BA" w:rsidP="000E31BA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0E31BA">
        <w:rPr>
          <w:rFonts w:asciiTheme="minorHAnsi" w:hAnsiTheme="minorHAnsi" w:cstheme="minorHAnsi"/>
          <w:sz w:val="22"/>
          <w:szCs w:val="22"/>
        </w:rPr>
        <w:t>Graag ontvang ik van u een schriftelijke bevestiging van mijn ontslag.</w:t>
      </w:r>
    </w:p>
    <w:p w14:paraId="7839D49A" w14:textId="77777777" w:rsidR="005066F7" w:rsidRDefault="005066F7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70CD057C" w14:textId="77777777" w:rsidR="000E31BA" w:rsidRDefault="000E31BA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34740C0" w14:textId="77777777" w:rsidR="000E31BA" w:rsidRDefault="000E31BA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40B892DE" w14:textId="3070F37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Met vriendelijke groet,</w:t>
      </w:r>
    </w:p>
    <w:p w14:paraId="570EA950" w14:textId="60B6894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824411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7A307E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Handtekening</w:t>
      </w:r>
    </w:p>
    <w:p w14:paraId="32A3365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3A68053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684F6DA7" w14:textId="5831FEA4" w:rsidR="00875644" w:rsidRPr="004C106F" w:rsidRDefault="00875644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sectPr w:rsidR="00875644" w:rsidRPr="004C106F" w:rsidSect="005C3807">
      <w:headerReference w:type="default" r:id="rId7"/>
      <w:pgSz w:w="11906" w:h="16838"/>
      <w:pgMar w:top="720" w:right="720" w:bottom="720" w:left="720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BDF5E" w14:textId="77777777" w:rsidR="00B84A56" w:rsidRDefault="00B84A56" w:rsidP="00B34D13">
      <w:r>
        <w:separator/>
      </w:r>
    </w:p>
  </w:endnote>
  <w:endnote w:type="continuationSeparator" w:id="0">
    <w:p w14:paraId="74064005" w14:textId="77777777" w:rsidR="00B84A56" w:rsidRDefault="00B84A56" w:rsidP="00B3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D45E3" w14:textId="77777777" w:rsidR="00B84A56" w:rsidRDefault="00B84A56" w:rsidP="00B34D13">
      <w:r>
        <w:separator/>
      </w:r>
    </w:p>
  </w:footnote>
  <w:footnote w:type="continuationSeparator" w:id="0">
    <w:p w14:paraId="7C1D8F00" w14:textId="77777777" w:rsidR="00B84A56" w:rsidRDefault="00B84A56" w:rsidP="00B34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A336" w14:textId="1FBAC177" w:rsidR="00B34D13" w:rsidRDefault="00B34D13" w:rsidP="00E643CA">
    <w:pPr>
      <w:pStyle w:val="Koptekst"/>
      <w:jc w:val="right"/>
    </w:pPr>
    <w:r>
      <w:rPr>
        <w:noProof/>
      </w:rPr>
      <w:drawing>
        <wp:inline distT="0" distB="0" distL="0" distR="0" wp14:anchorId="2BAD132E" wp14:editId="29C586E8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B924AE" w14:textId="77777777" w:rsidR="00B34D13" w:rsidRDefault="00B34D1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7D6C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32839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4C31361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7342F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DF7683E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8A41F43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2586474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6B12E55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50413568">
    <w:abstractNumId w:val="4"/>
  </w:num>
  <w:num w:numId="2" w16cid:durableId="1647514218">
    <w:abstractNumId w:val="5"/>
  </w:num>
  <w:num w:numId="3" w16cid:durableId="1315375980">
    <w:abstractNumId w:val="6"/>
  </w:num>
  <w:num w:numId="4" w16cid:durableId="1229001478">
    <w:abstractNumId w:val="1"/>
  </w:num>
  <w:num w:numId="5" w16cid:durableId="825124261">
    <w:abstractNumId w:val="7"/>
  </w:num>
  <w:num w:numId="6" w16cid:durableId="1118639855">
    <w:abstractNumId w:val="3"/>
  </w:num>
  <w:num w:numId="7" w16cid:durableId="1270694835">
    <w:abstractNumId w:val="2"/>
  </w:num>
  <w:num w:numId="8" w16cid:durableId="2090416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CFB"/>
    <w:rsid w:val="000D2BDA"/>
    <w:rsid w:val="000E31BA"/>
    <w:rsid w:val="0023303D"/>
    <w:rsid w:val="002658C5"/>
    <w:rsid w:val="00290FE1"/>
    <w:rsid w:val="003C62F7"/>
    <w:rsid w:val="0043336B"/>
    <w:rsid w:val="004C106F"/>
    <w:rsid w:val="005066F7"/>
    <w:rsid w:val="005B05D5"/>
    <w:rsid w:val="005C3807"/>
    <w:rsid w:val="00690CFB"/>
    <w:rsid w:val="007339A3"/>
    <w:rsid w:val="007650F5"/>
    <w:rsid w:val="007D1A2B"/>
    <w:rsid w:val="00802973"/>
    <w:rsid w:val="008144C9"/>
    <w:rsid w:val="00875644"/>
    <w:rsid w:val="00A555F9"/>
    <w:rsid w:val="00A55C16"/>
    <w:rsid w:val="00AD2CF6"/>
    <w:rsid w:val="00B34D13"/>
    <w:rsid w:val="00B4175E"/>
    <w:rsid w:val="00B81318"/>
    <w:rsid w:val="00B84A56"/>
    <w:rsid w:val="00C7253D"/>
    <w:rsid w:val="00D042E5"/>
    <w:rsid w:val="00D61388"/>
    <w:rsid w:val="00E643CA"/>
    <w:rsid w:val="00ED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F6D8C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2CF6"/>
    <w:pPr>
      <w:autoSpaceDE w:val="0"/>
      <w:autoSpaceDN w:val="0"/>
    </w:pPr>
  </w:style>
  <w:style w:type="paragraph" w:styleId="Kop1">
    <w:name w:val="heading 1"/>
    <w:basedOn w:val="Standaard"/>
    <w:next w:val="Standaard"/>
    <w:link w:val="Kop1Char"/>
    <w:qFormat/>
    <w:rsid w:val="00AD2CF6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D2CF6"/>
    <w:pPr>
      <w:jc w:val="center"/>
    </w:pPr>
    <w:rPr>
      <w:b/>
      <w:bCs/>
    </w:rPr>
  </w:style>
  <w:style w:type="paragraph" w:styleId="Lijstalinea">
    <w:name w:val="List Paragraph"/>
    <w:basedOn w:val="Standaard"/>
    <w:uiPriority w:val="34"/>
    <w:qFormat/>
    <w:rsid w:val="00D61388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A55C16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4D13"/>
  </w:style>
  <w:style w:type="paragraph" w:styleId="Voettekst">
    <w:name w:val="footer"/>
    <w:basedOn w:val="Standaard"/>
    <w:link w:val="Voet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4D13"/>
  </w:style>
  <w:style w:type="paragraph" w:styleId="Geenafstand">
    <w:name w:val="No Spacing"/>
    <w:uiPriority w:val="1"/>
    <w:qFormat/>
    <w:rsid w:val="004C106F"/>
    <w:pPr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\AppData\Roaming\Microsoft\Templates\Stageovereenkomst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Stageovereenkomst</Template>
  <TotalTime>1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DENDA Multimedia b.v.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3</cp:revision>
  <cp:lastPrinted>2000-04-04T07:06:00Z</cp:lastPrinted>
  <dcterms:created xsi:type="dcterms:W3CDTF">2023-03-03T05:30:00Z</dcterms:created>
  <dcterms:modified xsi:type="dcterms:W3CDTF">2023-03-03T05:31:00Z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TC010454351043</vt:lpwstr>
  </property>
</Properties>
</file>