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D5BD" w14:textId="77777777" w:rsidR="00FA4F97" w:rsidRPr="00FA4F97" w:rsidRDefault="00FA4F97" w:rsidP="000D2BDA">
      <w:pPr>
        <w:rPr>
          <w:rFonts w:asciiTheme="minorHAnsi" w:hAnsiTheme="minorHAnsi" w:cstheme="minorHAnsi"/>
          <w:b/>
          <w:bCs/>
          <w:sz w:val="28"/>
          <w:szCs w:val="28"/>
        </w:rPr>
      </w:pPr>
    </w:p>
    <w:p w14:paraId="6DB38031" w14:textId="5A55026C" w:rsidR="00FA4F97" w:rsidRPr="00FA4F97" w:rsidRDefault="00FA4F97" w:rsidP="000D2BDA">
      <w:pPr>
        <w:rPr>
          <w:rFonts w:asciiTheme="minorHAnsi" w:hAnsiTheme="minorHAnsi" w:cstheme="minorHAnsi"/>
          <w:b/>
          <w:bCs/>
          <w:sz w:val="56"/>
          <w:szCs w:val="56"/>
        </w:rPr>
      </w:pPr>
      <w:r w:rsidRPr="00FA4F97">
        <w:rPr>
          <w:rFonts w:asciiTheme="minorHAnsi" w:hAnsiTheme="minorHAnsi" w:cstheme="minorHAnsi"/>
          <w:b/>
          <w:bCs/>
          <w:sz w:val="56"/>
          <w:szCs w:val="56"/>
        </w:rPr>
        <w:t>Contract Stage</w:t>
      </w:r>
    </w:p>
    <w:p w14:paraId="196A0428" w14:textId="77777777" w:rsidR="00FA4F97" w:rsidRDefault="00FA4F97" w:rsidP="000D2BDA">
      <w:pPr>
        <w:rPr>
          <w:rFonts w:asciiTheme="minorHAnsi" w:hAnsiTheme="minorHAnsi" w:cstheme="minorHAnsi"/>
        </w:rPr>
      </w:pPr>
    </w:p>
    <w:p w14:paraId="33C89C9C" w14:textId="6C214005" w:rsidR="00FA4F97" w:rsidRDefault="00FA4F97" w:rsidP="000D2BDA">
      <w:pPr>
        <w:rPr>
          <w:rFonts w:asciiTheme="minorHAnsi" w:hAnsiTheme="minorHAnsi" w:cstheme="minorHAnsi"/>
        </w:rPr>
      </w:pPr>
      <w:r>
        <w:rPr>
          <w:rFonts w:asciiTheme="minorHAnsi" w:hAnsiTheme="minorHAnsi" w:cstheme="minorHAnsi"/>
          <w:noProof/>
        </w:rPr>
        <w:pict w14:anchorId="52A1FD2C">
          <v:shapetype id="_x0000_t32" coordsize="21600,21600" o:spt="32" o:oned="t" path="m,l21600,21600e" filled="f">
            <v:path arrowok="t" fillok="f" o:connecttype="none"/>
            <o:lock v:ext="edit" shapetype="t"/>
          </v:shapetype>
          <v:shape id="_x0000_s1026" type="#_x0000_t32" style="position:absolute;margin-left:-3pt;margin-top:9.25pt;width:527.25pt;height:0;z-index:251658240" o:connectortype="straight" strokeweight="1pt">
            <v:shadow type="perspective" color="#7f7f7f [1601]" opacity=".5" offset="1pt" offset2="-1pt"/>
          </v:shape>
        </w:pict>
      </w:r>
    </w:p>
    <w:p w14:paraId="7F1586F3" w14:textId="77777777" w:rsidR="00FA4F97" w:rsidRDefault="00FA4F97" w:rsidP="000D2BDA">
      <w:pPr>
        <w:rPr>
          <w:rFonts w:asciiTheme="minorHAnsi" w:hAnsiTheme="minorHAnsi" w:cstheme="minorHAnsi"/>
        </w:rPr>
      </w:pPr>
    </w:p>
    <w:p w14:paraId="75FF4B4F" w14:textId="77777777" w:rsidR="00FA4F97" w:rsidRDefault="00FA4F97" w:rsidP="000D2BDA">
      <w:pPr>
        <w:rPr>
          <w:rFonts w:asciiTheme="minorHAnsi" w:hAnsiTheme="minorHAnsi" w:cstheme="minorHAnsi"/>
        </w:rPr>
      </w:pPr>
    </w:p>
    <w:p w14:paraId="2DB80649" w14:textId="5DF9105B" w:rsidR="000D2BDA" w:rsidRPr="00FA4F97" w:rsidRDefault="000D2BDA" w:rsidP="000D2BDA">
      <w:pPr>
        <w:rPr>
          <w:rFonts w:asciiTheme="minorHAnsi" w:hAnsiTheme="minorHAnsi" w:cstheme="minorHAnsi"/>
        </w:rPr>
      </w:pPr>
      <w:r w:rsidRPr="00FA4F97">
        <w:rPr>
          <w:rFonts w:asciiTheme="minorHAnsi" w:hAnsiTheme="minorHAnsi" w:cstheme="minorHAnsi"/>
        </w:rPr>
        <w:t>De ondergetekenden:</w:t>
      </w:r>
    </w:p>
    <w:p w14:paraId="2DB8064A" w14:textId="77777777" w:rsidR="000D2BDA" w:rsidRPr="00FA4F97" w:rsidRDefault="000D2BDA" w:rsidP="000D2BDA">
      <w:pPr>
        <w:rPr>
          <w:rFonts w:asciiTheme="minorHAnsi" w:hAnsiTheme="minorHAnsi" w:cstheme="minorHAnsi"/>
        </w:rPr>
      </w:pPr>
    </w:p>
    <w:p w14:paraId="2DB8064B"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1.</w:t>
      </w:r>
      <w:r w:rsidRPr="00FA4F97">
        <w:rPr>
          <w:rFonts w:asciiTheme="minorHAnsi" w:hAnsiTheme="minorHAnsi" w:cstheme="minorHAnsi"/>
        </w:rPr>
        <w:tab/>
        <w:t xml:space="preserve">Naam stagegever, gevestigd te (straat, huisnummer, postcode, plaats), hierna te noemen stagegever, </w:t>
      </w:r>
    </w:p>
    <w:p w14:paraId="2DB8064C" w14:textId="77777777" w:rsidR="000D2BDA" w:rsidRPr="00FA4F97" w:rsidRDefault="000D2BDA" w:rsidP="000D2BDA">
      <w:pPr>
        <w:rPr>
          <w:rFonts w:asciiTheme="minorHAnsi" w:hAnsiTheme="minorHAnsi" w:cstheme="minorHAnsi"/>
        </w:rPr>
      </w:pPr>
    </w:p>
    <w:p w14:paraId="2DB8064D"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En</w:t>
      </w:r>
    </w:p>
    <w:p w14:paraId="2DB8064E" w14:textId="77777777" w:rsidR="000D2BDA" w:rsidRPr="00FA4F97" w:rsidRDefault="000D2BDA" w:rsidP="000D2BDA">
      <w:pPr>
        <w:rPr>
          <w:rFonts w:asciiTheme="minorHAnsi" w:hAnsiTheme="minorHAnsi" w:cstheme="minorHAnsi"/>
        </w:rPr>
      </w:pPr>
    </w:p>
    <w:p w14:paraId="2DB8064F"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2.</w:t>
      </w:r>
      <w:r w:rsidRPr="00FA4F97">
        <w:rPr>
          <w:rFonts w:asciiTheme="minorHAnsi" w:hAnsiTheme="minorHAnsi" w:cstheme="minorHAnsi"/>
        </w:rPr>
        <w:tab/>
        <w:t>Naam stagiair, gevestigd te (straat, huisnummer, postcode, plaats), hierna te noemen stagiair,</w:t>
      </w:r>
    </w:p>
    <w:p w14:paraId="2DB80650" w14:textId="77777777" w:rsidR="000D2BDA" w:rsidRPr="00FA4F97" w:rsidRDefault="000D2BDA" w:rsidP="000D2BDA">
      <w:pPr>
        <w:rPr>
          <w:rFonts w:asciiTheme="minorHAnsi" w:hAnsiTheme="minorHAnsi" w:cstheme="minorHAnsi"/>
        </w:rPr>
      </w:pPr>
    </w:p>
    <w:p w14:paraId="2DB80651" w14:textId="77777777" w:rsidR="000D2BDA" w:rsidRPr="00FA4F97" w:rsidRDefault="000D2BDA" w:rsidP="000D2BDA">
      <w:pPr>
        <w:rPr>
          <w:rFonts w:asciiTheme="minorHAnsi" w:hAnsiTheme="minorHAnsi" w:cstheme="minorHAnsi"/>
        </w:rPr>
      </w:pPr>
    </w:p>
    <w:p w14:paraId="2DB80652"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Verklaren het volgende te zijn overeengekomen:</w:t>
      </w:r>
    </w:p>
    <w:p w14:paraId="2DB80653" w14:textId="77777777" w:rsidR="000D2BDA" w:rsidRPr="00FA4F97" w:rsidRDefault="000D2BDA" w:rsidP="000D2BDA">
      <w:pPr>
        <w:rPr>
          <w:rFonts w:asciiTheme="minorHAnsi" w:hAnsiTheme="minorHAnsi" w:cstheme="minorHAnsi"/>
        </w:rPr>
      </w:pPr>
    </w:p>
    <w:p w14:paraId="2DB80654" w14:textId="77777777" w:rsidR="000D2BDA" w:rsidRPr="00FA4F97" w:rsidRDefault="000D2BDA" w:rsidP="000D2BDA">
      <w:pPr>
        <w:rPr>
          <w:rFonts w:asciiTheme="minorHAnsi" w:hAnsiTheme="minorHAnsi" w:cstheme="minorHAnsi"/>
        </w:rPr>
      </w:pPr>
    </w:p>
    <w:p w14:paraId="2DB80656" w14:textId="7B482C47" w:rsidR="000D2BDA" w:rsidRPr="00FA4F97" w:rsidRDefault="000D2BDA" w:rsidP="000D2BDA">
      <w:pPr>
        <w:rPr>
          <w:rFonts w:asciiTheme="minorHAnsi" w:hAnsiTheme="minorHAnsi" w:cstheme="minorHAnsi"/>
        </w:rPr>
      </w:pPr>
      <w:r w:rsidRPr="00FA4F97">
        <w:rPr>
          <w:rFonts w:asciiTheme="minorHAnsi" w:hAnsiTheme="minorHAnsi" w:cstheme="minorHAnsi"/>
          <w:b/>
        </w:rPr>
        <w:t>Model contract stage Artikel 1</w:t>
      </w:r>
    </w:p>
    <w:p w14:paraId="2DB80657" w14:textId="46455F3C" w:rsidR="000D2BDA" w:rsidRPr="00FA4F97" w:rsidRDefault="000D2BDA" w:rsidP="000D2BDA">
      <w:pPr>
        <w:rPr>
          <w:rFonts w:asciiTheme="minorHAnsi" w:hAnsiTheme="minorHAnsi" w:cstheme="minorHAnsi"/>
        </w:rPr>
      </w:pPr>
      <w:r w:rsidRPr="00FA4F97">
        <w:rPr>
          <w:rFonts w:asciiTheme="minorHAnsi" w:hAnsiTheme="minorHAnsi" w:cstheme="minorHAnsi"/>
        </w:rPr>
        <w:t xml:space="preserve">De Stagegever laat de stagiair met ingang van (datum) voor de bepaalde tijd van (duur) </w:t>
      </w:r>
      <w:r w:rsidR="00FF63B1" w:rsidRPr="00FA4F97">
        <w:rPr>
          <w:rFonts w:asciiTheme="minorHAnsi" w:hAnsiTheme="minorHAnsi" w:cstheme="minorHAnsi"/>
        </w:rPr>
        <w:t>stagelopen</w:t>
      </w:r>
      <w:r w:rsidRPr="00FA4F97">
        <w:rPr>
          <w:rFonts w:asciiTheme="minorHAnsi" w:hAnsiTheme="minorHAnsi" w:cstheme="minorHAnsi"/>
        </w:rPr>
        <w:t xml:space="preserve"> in zijn onderneming. Na verloop van deze periode, eindigt de overeenkomst van rechtswege, zonder dat vooraf opzegging is vereist. </w:t>
      </w:r>
    </w:p>
    <w:p w14:paraId="2DB80659" w14:textId="77777777" w:rsidR="000D2BDA" w:rsidRPr="00FA4F97" w:rsidRDefault="000D2BDA" w:rsidP="000D2BDA">
      <w:pPr>
        <w:rPr>
          <w:rFonts w:asciiTheme="minorHAnsi" w:hAnsiTheme="minorHAnsi" w:cstheme="minorHAnsi"/>
        </w:rPr>
      </w:pPr>
    </w:p>
    <w:p w14:paraId="2DB8065A" w14:textId="77777777" w:rsidR="000D2BDA" w:rsidRPr="00FA4F97" w:rsidRDefault="000D2BDA" w:rsidP="000D2BDA">
      <w:pPr>
        <w:tabs>
          <w:tab w:val="left" w:pos="3274"/>
        </w:tabs>
        <w:rPr>
          <w:rFonts w:asciiTheme="minorHAnsi" w:hAnsiTheme="minorHAnsi" w:cstheme="minorHAnsi"/>
        </w:rPr>
      </w:pPr>
      <w:r w:rsidRPr="00FA4F97">
        <w:rPr>
          <w:rFonts w:asciiTheme="minorHAnsi" w:hAnsiTheme="minorHAnsi" w:cstheme="minorHAnsi"/>
          <w:b/>
        </w:rPr>
        <w:t>Model contract stage Artikel 2</w:t>
      </w:r>
      <w:r w:rsidRPr="00FA4F97">
        <w:rPr>
          <w:rFonts w:asciiTheme="minorHAnsi" w:hAnsiTheme="minorHAnsi" w:cstheme="minorHAnsi"/>
          <w:b/>
        </w:rPr>
        <w:tab/>
      </w:r>
    </w:p>
    <w:p w14:paraId="2DB8065B"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De werkzaamheden die de stagiair zal uitvoeren bestaan uit: (omschrijving van de werkzaamheden).</w:t>
      </w:r>
    </w:p>
    <w:p w14:paraId="2DB8065C" w14:textId="77777777" w:rsidR="000D2BDA" w:rsidRPr="00FA4F97" w:rsidRDefault="000D2BDA" w:rsidP="000D2BDA">
      <w:pPr>
        <w:rPr>
          <w:rFonts w:asciiTheme="minorHAnsi" w:hAnsiTheme="minorHAnsi" w:cstheme="minorHAnsi"/>
        </w:rPr>
      </w:pPr>
    </w:p>
    <w:p w14:paraId="2DB8065E" w14:textId="77777777" w:rsidR="000D2BDA" w:rsidRPr="00FA4F97" w:rsidRDefault="000D2BDA" w:rsidP="000D2BDA">
      <w:pPr>
        <w:rPr>
          <w:rFonts w:asciiTheme="minorHAnsi" w:hAnsiTheme="minorHAnsi" w:cstheme="minorHAnsi"/>
          <w:b/>
        </w:rPr>
      </w:pPr>
      <w:r w:rsidRPr="00FA4F97">
        <w:rPr>
          <w:rFonts w:asciiTheme="minorHAnsi" w:hAnsiTheme="minorHAnsi" w:cstheme="minorHAnsi"/>
          <w:b/>
        </w:rPr>
        <w:t>Model contract stage Artikel 3</w:t>
      </w:r>
    </w:p>
    <w:p w14:paraId="2DB8065F"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De stagiair zal zijn werkzaamheden naar beste kunnen en met volledige inzet verrichten en aanwijzingen van stagegever of van een door hem aan te wijzen personen opvolgen. De stagiair is verplicht om de bij de stagegever geldende regels in acht te nemen.</w:t>
      </w:r>
    </w:p>
    <w:p w14:paraId="2DB80660" w14:textId="77777777" w:rsidR="000D2BDA" w:rsidRPr="00FA4F97" w:rsidRDefault="000D2BDA" w:rsidP="000D2BDA">
      <w:pPr>
        <w:rPr>
          <w:rFonts w:asciiTheme="minorHAnsi" w:hAnsiTheme="minorHAnsi" w:cstheme="minorHAnsi"/>
        </w:rPr>
      </w:pPr>
    </w:p>
    <w:p w14:paraId="2DB80661" w14:textId="77777777" w:rsidR="000D2BDA" w:rsidRPr="00FA4F97" w:rsidRDefault="000D2BDA" w:rsidP="000D2BDA">
      <w:pPr>
        <w:rPr>
          <w:rFonts w:asciiTheme="minorHAnsi" w:hAnsiTheme="minorHAnsi" w:cstheme="minorHAnsi"/>
          <w:b/>
        </w:rPr>
      </w:pPr>
      <w:r w:rsidRPr="00FA4F97">
        <w:rPr>
          <w:rFonts w:asciiTheme="minorHAnsi" w:hAnsiTheme="minorHAnsi" w:cstheme="minorHAnsi"/>
          <w:b/>
        </w:rPr>
        <w:t>Model contract stage Artikel 4</w:t>
      </w:r>
    </w:p>
    <w:p w14:paraId="2DB80662" w14:textId="19BF1447" w:rsidR="000D2BDA" w:rsidRPr="00FA4F97" w:rsidRDefault="000D2BDA" w:rsidP="000D2BDA">
      <w:pPr>
        <w:rPr>
          <w:rFonts w:asciiTheme="minorHAnsi" w:hAnsiTheme="minorHAnsi" w:cstheme="minorHAnsi"/>
        </w:rPr>
      </w:pPr>
      <w:r w:rsidRPr="00FA4F97">
        <w:rPr>
          <w:rFonts w:asciiTheme="minorHAnsi" w:hAnsiTheme="minorHAnsi" w:cstheme="minorHAnsi"/>
        </w:rPr>
        <w:t xml:space="preserve">De stagiair zal gedurende de periode, zoals omschreven in artikel 1, </w:t>
      </w:r>
      <w:r w:rsidR="007E3BA7">
        <w:rPr>
          <w:rFonts w:asciiTheme="minorHAnsi" w:hAnsiTheme="minorHAnsi" w:cstheme="minorHAnsi"/>
        </w:rPr>
        <w:t>(aantal)</w:t>
      </w:r>
      <w:r w:rsidRPr="00FA4F97">
        <w:rPr>
          <w:rFonts w:asciiTheme="minorHAnsi" w:hAnsiTheme="minorHAnsi" w:cstheme="minorHAnsi"/>
        </w:rPr>
        <w:t xml:space="preserve"> uur per week werkzaamheden voor de stagegever verrichten. </w:t>
      </w:r>
    </w:p>
    <w:p w14:paraId="2DB80663" w14:textId="77777777" w:rsidR="000D2BDA" w:rsidRPr="00FA4F97" w:rsidRDefault="000D2BDA" w:rsidP="000D2BDA">
      <w:pPr>
        <w:rPr>
          <w:rFonts w:asciiTheme="minorHAnsi" w:hAnsiTheme="minorHAnsi" w:cstheme="minorHAnsi"/>
        </w:rPr>
      </w:pPr>
    </w:p>
    <w:p w14:paraId="2DB80664" w14:textId="77777777" w:rsidR="000D2BDA" w:rsidRPr="00FA4F97" w:rsidRDefault="000D2BDA" w:rsidP="000D2BDA">
      <w:pPr>
        <w:rPr>
          <w:rFonts w:asciiTheme="minorHAnsi" w:hAnsiTheme="minorHAnsi" w:cstheme="minorHAnsi"/>
          <w:b/>
        </w:rPr>
      </w:pPr>
      <w:r w:rsidRPr="00FA4F97">
        <w:rPr>
          <w:rFonts w:asciiTheme="minorHAnsi" w:hAnsiTheme="minorHAnsi" w:cstheme="minorHAnsi"/>
          <w:b/>
        </w:rPr>
        <w:t>Model contract stage Artikel 5</w:t>
      </w:r>
    </w:p>
    <w:p w14:paraId="2DB80665" w14:textId="31E7E94A" w:rsidR="000D2BDA" w:rsidRPr="00FA4F97" w:rsidRDefault="000D2BDA" w:rsidP="000D2BDA">
      <w:pPr>
        <w:rPr>
          <w:rFonts w:asciiTheme="minorHAnsi" w:hAnsiTheme="minorHAnsi" w:cstheme="minorHAnsi"/>
        </w:rPr>
      </w:pPr>
      <w:r w:rsidRPr="00FA4F97">
        <w:rPr>
          <w:rFonts w:asciiTheme="minorHAnsi" w:hAnsiTheme="minorHAnsi" w:cstheme="minorHAnsi"/>
        </w:rPr>
        <w:t xml:space="preserve">De beloning van de stagiair bedraagt € </w:t>
      </w:r>
      <w:r w:rsidR="007E3BA7">
        <w:rPr>
          <w:rFonts w:asciiTheme="minorHAnsi" w:hAnsiTheme="minorHAnsi" w:cstheme="minorHAnsi"/>
        </w:rPr>
        <w:t>(bedrag)</w:t>
      </w:r>
      <w:r w:rsidRPr="00FA4F97">
        <w:rPr>
          <w:rFonts w:asciiTheme="minorHAnsi" w:hAnsiTheme="minorHAnsi" w:cstheme="minorHAnsi"/>
        </w:rPr>
        <w:t>,- bruto per uur.</w:t>
      </w:r>
    </w:p>
    <w:p w14:paraId="2DB80666" w14:textId="77777777" w:rsidR="000D2BDA" w:rsidRPr="00FA4F97" w:rsidRDefault="000D2BDA" w:rsidP="000D2BDA">
      <w:pPr>
        <w:rPr>
          <w:rFonts w:asciiTheme="minorHAnsi" w:hAnsiTheme="minorHAnsi" w:cstheme="minorHAnsi"/>
        </w:rPr>
      </w:pPr>
    </w:p>
    <w:p w14:paraId="2DB80667" w14:textId="77777777" w:rsidR="000D2BDA" w:rsidRPr="00FA4F97" w:rsidRDefault="000D2BDA" w:rsidP="000D2BDA">
      <w:pPr>
        <w:rPr>
          <w:rFonts w:asciiTheme="minorHAnsi" w:hAnsiTheme="minorHAnsi" w:cstheme="minorHAnsi"/>
          <w:b/>
        </w:rPr>
      </w:pPr>
      <w:r w:rsidRPr="00FA4F97">
        <w:rPr>
          <w:rFonts w:asciiTheme="minorHAnsi" w:hAnsiTheme="minorHAnsi" w:cstheme="minorHAnsi"/>
          <w:b/>
        </w:rPr>
        <w:t>Model contract stage Artikel 6</w:t>
      </w:r>
    </w:p>
    <w:p w14:paraId="2DB80668"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Stagiair erkent, dat hem/haar door stagegever geheimhouding is opgelegd van alle zaken die binnen het bedrijf aan hem kenbaar worden gemaakt. Het is stagiair verboden, hetzij gedurende de stageovereenkomst hetzij na beëindiging daarvan, op enigerlei wijze aan derden direct of indirect, in welke vorm of voege ook, enige mededeling te doen van of aangaande enige bijzonderheden van de stagegevers zaak desbetreffende of daarmee verband houdende.</w:t>
      </w:r>
    </w:p>
    <w:p w14:paraId="2DB80669" w14:textId="77777777" w:rsidR="000D2BDA" w:rsidRPr="00FA4F97" w:rsidRDefault="000D2BDA" w:rsidP="000D2BDA">
      <w:pPr>
        <w:rPr>
          <w:rFonts w:asciiTheme="minorHAnsi" w:hAnsiTheme="minorHAnsi" w:cstheme="minorHAnsi"/>
        </w:rPr>
      </w:pPr>
    </w:p>
    <w:p w14:paraId="2DB8066A" w14:textId="77777777" w:rsidR="000D2BDA" w:rsidRPr="00FA4F97" w:rsidRDefault="000D2BDA" w:rsidP="000D2BDA">
      <w:pPr>
        <w:rPr>
          <w:rFonts w:asciiTheme="minorHAnsi" w:hAnsiTheme="minorHAnsi" w:cstheme="minorHAnsi"/>
          <w:b/>
        </w:rPr>
      </w:pPr>
      <w:r w:rsidRPr="00FA4F97">
        <w:rPr>
          <w:rFonts w:asciiTheme="minorHAnsi" w:hAnsiTheme="minorHAnsi" w:cstheme="minorHAnsi"/>
          <w:b/>
        </w:rPr>
        <w:t>Model contract stage Artikel 7</w:t>
      </w:r>
    </w:p>
    <w:p w14:paraId="2DB8066B"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Partijen hebben het recht deze stageovereenkomst tussentijds op te zeggen. De opzegging kan slechts schriftelijk plaatsvinden, met inachtneming van een opzegtermijn van (periode).</w:t>
      </w:r>
    </w:p>
    <w:p w14:paraId="2DB8066C" w14:textId="77777777" w:rsidR="000D2BDA" w:rsidRPr="00FA4F97" w:rsidRDefault="000D2BDA" w:rsidP="000D2BDA">
      <w:pPr>
        <w:rPr>
          <w:rFonts w:asciiTheme="minorHAnsi" w:hAnsiTheme="minorHAnsi" w:cstheme="minorHAnsi"/>
        </w:rPr>
      </w:pPr>
    </w:p>
    <w:p w14:paraId="2DB8066D" w14:textId="77777777" w:rsidR="000D2BDA" w:rsidRPr="00FA4F97" w:rsidRDefault="000D2BDA" w:rsidP="000D2BDA">
      <w:pPr>
        <w:rPr>
          <w:rFonts w:asciiTheme="minorHAnsi" w:hAnsiTheme="minorHAnsi" w:cstheme="minorHAnsi"/>
          <w:b/>
        </w:rPr>
      </w:pPr>
      <w:r w:rsidRPr="00FA4F97">
        <w:rPr>
          <w:rFonts w:asciiTheme="minorHAnsi" w:hAnsiTheme="minorHAnsi" w:cstheme="minorHAnsi"/>
          <w:b/>
        </w:rPr>
        <w:t>Model contract stage Artikel 8</w:t>
      </w:r>
    </w:p>
    <w:p w14:paraId="2DB8066E" w14:textId="77777777" w:rsidR="000D2BDA" w:rsidRPr="00FA4F97" w:rsidRDefault="000D2BDA" w:rsidP="000D2BDA">
      <w:pPr>
        <w:rPr>
          <w:rFonts w:asciiTheme="minorHAnsi" w:hAnsiTheme="minorHAnsi" w:cstheme="minorHAnsi"/>
        </w:rPr>
      </w:pPr>
      <w:r w:rsidRPr="00FA4F97">
        <w:rPr>
          <w:rFonts w:asciiTheme="minorHAnsi" w:hAnsiTheme="minorHAnsi" w:cstheme="minorHAnsi"/>
        </w:rPr>
        <w:t xml:space="preserve">De stagegever zal zorgdragen voor de begeleiding van stagiair. </w:t>
      </w:r>
    </w:p>
    <w:p w14:paraId="2DB8066F" w14:textId="77777777" w:rsidR="000D2BDA" w:rsidRPr="00FA4F97" w:rsidRDefault="000D2BDA" w:rsidP="000D2BDA">
      <w:pPr>
        <w:rPr>
          <w:rFonts w:asciiTheme="minorHAnsi" w:hAnsiTheme="minorHAnsi" w:cstheme="minorHAnsi"/>
        </w:rPr>
      </w:pPr>
    </w:p>
    <w:p w14:paraId="2DB80670" w14:textId="77777777" w:rsidR="000D2BDA" w:rsidRPr="00FA4F97" w:rsidRDefault="000D2BDA" w:rsidP="000D2BDA">
      <w:pPr>
        <w:rPr>
          <w:rFonts w:asciiTheme="minorHAnsi" w:hAnsiTheme="minorHAnsi" w:cstheme="minorHAnsi"/>
        </w:rPr>
      </w:pPr>
    </w:p>
    <w:p w14:paraId="2DB80671" w14:textId="4A3F0FBD" w:rsidR="000D2BDA" w:rsidRPr="00FA4F97" w:rsidRDefault="000D2BDA" w:rsidP="000D2BDA">
      <w:pPr>
        <w:rPr>
          <w:rFonts w:asciiTheme="minorHAnsi" w:hAnsiTheme="minorHAnsi" w:cstheme="minorHAnsi"/>
        </w:rPr>
      </w:pPr>
      <w:r w:rsidRPr="00FA4F97">
        <w:rPr>
          <w:rFonts w:asciiTheme="minorHAnsi" w:hAnsiTheme="minorHAnsi" w:cstheme="minorHAnsi"/>
        </w:rPr>
        <w:t xml:space="preserve">Aldus in </w:t>
      </w:r>
      <w:r w:rsidR="0004336E">
        <w:rPr>
          <w:rFonts w:asciiTheme="minorHAnsi" w:hAnsiTheme="minorHAnsi" w:cstheme="minorHAnsi"/>
        </w:rPr>
        <w:t>tweevoud</w:t>
      </w:r>
      <w:r w:rsidRPr="00FA4F97">
        <w:rPr>
          <w:rFonts w:asciiTheme="minorHAnsi" w:hAnsiTheme="minorHAnsi" w:cstheme="minorHAnsi"/>
        </w:rPr>
        <w:t xml:space="preserve"> getekend, te (plaats) op (datum).</w:t>
      </w:r>
    </w:p>
    <w:p w14:paraId="2DB80672" w14:textId="77777777" w:rsidR="000D2BDA" w:rsidRPr="00FA4F97" w:rsidRDefault="000D2BDA" w:rsidP="000D2BDA">
      <w:pPr>
        <w:rPr>
          <w:rFonts w:asciiTheme="minorHAnsi" w:hAnsiTheme="minorHAnsi" w:cstheme="minorHAnsi"/>
        </w:rPr>
      </w:pPr>
    </w:p>
    <w:p w14:paraId="2DB80673" w14:textId="77777777" w:rsidR="000D2BDA" w:rsidRPr="00FA4F97" w:rsidRDefault="000D2BDA" w:rsidP="000D2BDA">
      <w:pPr>
        <w:rPr>
          <w:rFonts w:asciiTheme="minorHAnsi" w:hAnsiTheme="minorHAnsi" w:cstheme="minorHAnsi"/>
        </w:rPr>
      </w:pPr>
    </w:p>
    <w:p w14:paraId="2DB80674" w14:textId="77777777" w:rsidR="00875644" w:rsidRDefault="000D2BDA" w:rsidP="000D2BDA">
      <w:pPr>
        <w:rPr>
          <w:rFonts w:asciiTheme="minorHAnsi" w:hAnsiTheme="minorHAnsi" w:cstheme="minorHAnsi"/>
        </w:rPr>
      </w:pPr>
      <w:r w:rsidRPr="00FA4F97">
        <w:rPr>
          <w:rFonts w:asciiTheme="minorHAnsi" w:hAnsiTheme="minorHAnsi" w:cstheme="minorHAnsi"/>
        </w:rPr>
        <w:t>Handtekening stagegever</w:t>
      </w:r>
      <w:r w:rsidRPr="00FA4F97">
        <w:rPr>
          <w:rFonts w:asciiTheme="minorHAnsi" w:hAnsiTheme="minorHAnsi" w:cstheme="minorHAnsi"/>
        </w:rPr>
        <w:tab/>
      </w:r>
      <w:r w:rsidRPr="00FA4F97">
        <w:rPr>
          <w:rFonts w:asciiTheme="minorHAnsi" w:hAnsiTheme="minorHAnsi" w:cstheme="minorHAnsi"/>
        </w:rPr>
        <w:tab/>
      </w:r>
      <w:r w:rsidRPr="00FA4F97">
        <w:rPr>
          <w:rFonts w:asciiTheme="minorHAnsi" w:hAnsiTheme="minorHAnsi" w:cstheme="minorHAnsi"/>
        </w:rPr>
        <w:tab/>
      </w:r>
      <w:r w:rsidRPr="00FA4F97">
        <w:rPr>
          <w:rFonts w:asciiTheme="minorHAnsi" w:hAnsiTheme="minorHAnsi" w:cstheme="minorHAnsi"/>
        </w:rPr>
        <w:tab/>
      </w:r>
      <w:r w:rsidRPr="00FA4F97">
        <w:rPr>
          <w:rFonts w:asciiTheme="minorHAnsi" w:hAnsiTheme="minorHAnsi" w:cstheme="minorHAnsi"/>
        </w:rPr>
        <w:tab/>
      </w:r>
      <w:r w:rsidRPr="00FA4F97">
        <w:rPr>
          <w:rFonts w:asciiTheme="minorHAnsi" w:hAnsiTheme="minorHAnsi" w:cstheme="minorHAnsi"/>
        </w:rPr>
        <w:tab/>
        <w:t>Handtekening stagiair(e)</w:t>
      </w:r>
    </w:p>
    <w:p w14:paraId="21693535" w14:textId="77777777" w:rsidR="0004336E" w:rsidRDefault="0004336E" w:rsidP="000D2BDA">
      <w:pPr>
        <w:rPr>
          <w:rFonts w:asciiTheme="minorHAnsi" w:hAnsiTheme="minorHAnsi" w:cstheme="minorHAnsi"/>
        </w:rPr>
      </w:pPr>
    </w:p>
    <w:p w14:paraId="76FAEEBD" w14:textId="77777777" w:rsidR="0004336E" w:rsidRDefault="0004336E" w:rsidP="000D2BDA">
      <w:pPr>
        <w:rPr>
          <w:rFonts w:asciiTheme="minorHAnsi" w:hAnsiTheme="minorHAnsi" w:cstheme="minorHAnsi"/>
        </w:rPr>
      </w:pPr>
    </w:p>
    <w:p w14:paraId="1D953725" w14:textId="77777777" w:rsidR="0004336E" w:rsidRPr="00FA4F97" w:rsidRDefault="0004336E" w:rsidP="0004336E">
      <w:pPr>
        <w:rPr>
          <w:rFonts w:asciiTheme="minorHAnsi" w:hAnsiTheme="minorHAnsi" w:cstheme="minorHAnsi"/>
        </w:rPr>
      </w:pPr>
      <w:r>
        <w:rPr>
          <w:rFonts w:asciiTheme="minorHAnsi" w:hAnsiTheme="minorHAnsi" w:cstheme="minorHAnsi"/>
        </w:rPr>
        <w:t>____________________</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____________________</w:t>
      </w:r>
    </w:p>
    <w:p w14:paraId="573D78E1" w14:textId="00714BFB" w:rsidR="0004336E" w:rsidRPr="00FA4F97" w:rsidRDefault="0004336E" w:rsidP="000D2BDA">
      <w:pPr>
        <w:rPr>
          <w:rFonts w:asciiTheme="minorHAnsi" w:hAnsiTheme="minorHAnsi" w:cstheme="minorHAnsi"/>
        </w:rPr>
      </w:pPr>
    </w:p>
    <w:sectPr w:rsidR="0004336E" w:rsidRPr="00FA4F97" w:rsidSect="00FA4F97">
      <w:pgSz w:w="11906" w:h="16838"/>
      <w:pgMar w:top="720" w:right="720" w:bottom="720" w:left="720" w:header="709" w:footer="709" w:gutter="0"/>
      <w:cols w:space="709"/>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7D6C"/>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332839"/>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24C31361"/>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37342F"/>
    <w:multiLevelType w:val="singleLevel"/>
    <w:tmpl w:val="0413000F"/>
    <w:lvl w:ilvl="0">
      <w:start w:val="1"/>
      <w:numFmt w:val="decimal"/>
      <w:lvlText w:val="%1."/>
      <w:lvlJc w:val="left"/>
      <w:pPr>
        <w:tabs>
          <w:tab w:val="num" w:pos="360"/>
        </w:tabs>
        <w:ind w:left="360" w:hanging="360"/>
      </w:pPr>
    </w:lvl>
  </w:abstractNum>
  <w:abstractNum w:abstractNumId="4" w15:restartNumberingAfterBreak="0">
    <w:nsid w:val="3DF7683E"/>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68A41F43"/>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72586474"/>
    <w:multiLevelType w:val="singleLevel"/>
    <w:tmpl w:val="0413000F"/>
    <w:lvl w:ilvl="0">
      <w:start w:val="1"/>
      <w:numFmt w:val="decimal"/>
      <w:lvlText w:val="%1."/>
      <w:lvlJc w:val="left"/>
      <w:pPr>
        <w:tabs>
          <w:tab w:val="num" w:pos="360"/>
        </w:tabs>
        <w:ind w:left="360" w:hanging="360"/>
      </w:pPr>
      <w:rPr>
        <w:rFonts w:hint="default"/>
      </w:rPr>
    </w:lvl>
  </w:abstractNum>
  <w:abstractNum w:abstractNumId="7" w15:restartNumberingAfterBreak="0">
    <w:nsid w:val="76B12E55"/>
    <w:multiLevelType w:val="singleLevel"/>
    <w:tmpl w:val="0413000F"/>
    <w:lvl w:ilvl="0">
      <w:start w:val="1"/>
      <w:numFmt w:val="decimal"/>
      <w:lvlText w:val="%1."/>
      <w:lvlJc w:val="left"/>
      <w:pPr>
        <w:tabs>
          <w:tab w:val="num" w:pos="360"/>
        </w:tabs>
        <w:ind w:left="360" w:hanging="360"/>
      </w:pPr>
    </w:lvl>
  </w:abstractNum>
  <w:num w:numId="1" w16cid:durableId="1133210158">
    <w:abstractNumId w:val="4"/>
  </w:num>
  <w:num w:numId="2" w16cid:durableId="800264265">
    <w:abstractNumId w:val="5"/>
  </w:num>
  <w:num w:numId="3" w16cid:durableId="757865964">
    <w:abstractNumId w:val="6"/>
  </w:num>
  <w:num w:numId="4" w16cid:durableId="1730959748">
    <w:abstractNumId w:val="1"/>
  </w:num>
  <w:num w:numId="5" w16cid:durableId="292292979">
    <w:abstractNumId w:val="7"/>
  </w:num>
  <w:num w:numId="6" w16cid:durableId="638460144">
    <w:abstractNumId w:val="3"/>
  </w:num>
  <w:num w:numId="7" w16cid:durableId="615797965">
    <w:abstractNumId w:val="2"/>
  </w:num>
  <w:num w:numId="8" w16cid:durableId="1074813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2"/>
    <w:compatSetting w:name="useWord2013TrackBottomHyphenation" w:uri="http://schemas.microsoft.com/office/word" w:val="1"/>
  </w:compat>
  <w:rsids>
    <w:rsidRoot w:val="00690CFB"/>
    <w:rsid w:val="0004336E"/>
    <w:rsid w:val="000D2BDA"/>
    <w:rsid w:val="00690CFB"/>
    <w:rsid w:val="007650F5"/>
    <w:rsid w:val="007E3BA7"/>
    <w:rsid w:val="00875644"/>
    <w:rsid w:val="00A55C16"/>
    <w:rsid w:val="00D61388"/>
    <w:rsid w:val="00FA4F97"/>
    <w:rsid w:val="00FF6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black"/>
      <o:colormenu v:ext="edit" strokecolor="black"/>
    </o:shapedefaults>
    <o:shapelayout v:ext="edit">
      <o:idmap v:ext="edit" data="1"/>
      <o:rules v:ext="edit">
        <o:r id="V:Rule2" type="connector" idref="#_x0000_s1026"/>
      </o:rules>
    </o:shapelayout>
  </w:shapeDefaults>
  <w:decimalSymbol w:val=","/>
  <w:listSeparator w:val=";"/>
  <w14:docId w14:val="2DB80647"/>
  <w15:docId w15:val="{1F8608B8-AA58-4673-BF16-EEBA7E80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autoSpaceDE w:val="0"/>
      <w:autoSpaceDN w:val="0"/>
    </w:pPr>
  </w:style>
  <w:style w:type="paragraph" w:styleId="Kop1">
    <w:name w:val="heading 1"/>
    <w:basedOn w:val="Standaard"/>
    <w:next w:val="Standaard"/>
    <w:link w:val="Kop1Char"/>
    <w:qFormat/>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pPr>
      <w:jc w:val="center"/>
    </w:pPr>
    <w:rPr>
      <w:b/>
      <w:bCs/>
    </w:rPr>
  </w:style>
  <w:style w:type="paragraph" w:styleId="Lijstalinea">
    <w:name w:val="List Paragraph"/>
    <w:basedOn w:val="Standaard"/>
    <w:uiPriority w:val="34"/>
    <w:qFormat/>
    <w:rsid w:val="00D61388"/>
    <w:pPr>
      <w:ind w:left="720"/>
      <w:contextualSpacing/>
    </w:pPr>
  </w:style>
  <w:style w:type="character" w:customStyle="1" w:styleId="Kop1Char">
    <w:name w:val="Kop 1 Char"/>
    <w:basedOn w:val="Standaardalinea-lettertype"/>
    <w:link w:val="Kop1"/>
    <w:rsid w:val="00A55C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a\AppData\Roaming\Microsoft\Templates\Stageovereenkoms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Stageovereenkomst</Template>
  <TotalTime>30</TotalTime>
  <Pages>1</Pages>
  <Words>336</Words>
  <Characters>1851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DENDA Multimedia b.v.</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7</cp:revision>
  <cp:lastPrinted>2000-04-04T07:06:00Z</cp:lastPrinted>
  <dcterms:created xsi:type="dcterms:W3CDTF">2013-06-18T08:25:00Z</dcterms:created>
  <dcterms:modified xsi:type="dcterms:W3CDTF">2023-03-05T10:20:00Z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TC010454351043</vt:lpwstr>
  </property>
</Properties>
</file>